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A2" w:rsidRDefault="004962A2">
      <w:pPr>
        <w:pStyle w:val="Heading3"/>
        <w:rPr>
          <w:rFonts w:ascii="Calibri" w:hAnsi="Calibri"/>
          <w:color w:val="000000"/>
        </w:rPr>
      </w:pPr>
    </w:p>
    <w:p w:rsidR="004962A2" w:rsidRDefault="004962A2">
      <w:pPr>
        <w:pStyle w:val="Heading3"/>
        <w:rPr>
          <w:rFonts w:ascii="Calibri" w:hAnsi="Calibri"/>
          <w:color w:val="000000"/>
        </w:rPr>
      </w:pPr>
    </w:p>
    <w:p w:rsidR="004962A2" w:rsidRPr="00B344F5" w:rsidRDefault="004962A2" w:rsidP="00B344F5">
      <w:pPr>
        <w:rPr>
          <w:rFonts w:ascii="Arial" w:hAnsi="Arial" w:cs="Arial"/>
          <w:b/>
          <w:sz w:val="32"/>
          <w:szCs w:val="28"/>
          <w:lang w:eastAsia="en-US"/>
        </w:rPr>
      </w:pPr>
      <w:r w:rsidRPr="00B344F5">
        <w:rPr>
          <w:rFonts w:ascii="Arial" w:hAnsi="Arial" w:cs="Arial"/>
          <w:b/>
          <w:sz w:val="32"/>
          <w:szCs w:val="28"/>
          <w:u w:val="single"/>
        </w:rPr>
        <w:t>Płaszczyzna 2</w:t>
      </w:r>
      <w:r w:rsidRPr="00B344F5">
        <w:rPr>
          <w:rFonts w:ascii="Arial" w:hAnsi="Arial" w:cs="Arial"/>
          <w:b/>
          <w:bCs/>
          <w:color w:val="000000"/>
          <w:sz w:val="32"/>
          <w:szCs w:val="28"/>
          <w:lang w:eastAsia="en-US"/>
        </w:rPr>
        <w:t xml:space="preserve"> - Współpraca samorządu z organizacjami pozarządowymi w zakresie realizacji zadań publicznych</w:t>
      </w:r>
      <w:r w:rsidRPr="00B344F5">
        <w:rPr>
          <w:rFonts w:ascii="Arial" w:hAnsi="Arial" w:cs="Arial"/>
          <w:b/>
          <w:sz w:val="32"/>
          <w:szCs w:val="28"/>
          <w:lang w:eastAsia="en-US"/>
        </w:rPr>
        <w:t>.</w:t>
      </w:r>
    </w:p>
    <w:p w:rsidR="004962A2" w:rsidRDefault="004962A2">
      <w:pPr>
        <w:pStyle w:val="Heading3"/>
        <w:rPr>
          <w:rFonts w:ascii="Calibri" w:hAnsi="Calibri"/>
          <w:color w:val="000000"/>
        </w:rPr>
      </w:pPr>
    </w:p>
    <w:p w:rsidR="004962A2" w:rsidRPr="00B344F5" w:rsidRDefault="004962A2">
      <w:pPr>
        <w:pStyle w:val="Heading3"/>
        <w:rPr>
          <w:rFonts w:ascii="Calibri" w:hAnsi="Calibri"/>
          <w:i w:val="0"/>
          <w:color w:val="000000"/>
          <w:sz w:val="28"/>
        </w:rPr>
      </w:pPr>
      <w:r w:rsidRPr="00B344F5">
        <w:rPr>
          <w:rFonts w:ascii="Calibri" w:hAnsi="Calibri"/>
          <w:i w:val="0"/>
          <w:color w:val="000000"/>
          <w:sz w:val="28"/>
        </w:rPr>
        <w:t xml:space="preserve">Obszar 1. </w:t>
      </w:r>
      <w:r w:rsidRPr="00B344F5">
        <w:rPr>
          <w:rFonts w:ascii="Arial Narrow" w:hAnsi="Arial Narrow" w:cs="Aller"/>
          <w:i w:val="0"/>
          <w:color w:val="000000"/>
          <w:sz w:val="28"/>
        </w:rPr>
        <w:t>Realizacja zadań publicznych z wykorzystaniem form finansowych</w:t>
      </w:r>
    </w:p>
    <w:p w:rsidR="004962A2" w:rsidRDefault="004962A2">
      <w:pPr>
        <w:pStyle w:val="Heading3"/>
        <w:rPr>
          <w:rFonts w:ascii="Calibri" w:hAnsi="Calibri"/>
          <w:color w:val="000000"/>
        </w:rPr>
      </w:pPr>
    </w:p>
    <w:p w:rsidR="004962A2" w:rsidRPr="00B344F5" w:rsidRDefault="004962A2" w:rsidP="00B344F5">
      <w:pPr>
        <w:pStyle w:val="Heading3"/>
        <w:jc w:val="both"/>
        <w:rPr>
          <w:rFonts w:ascii="Calibri" w:hAnsi="Calibri"/>
          <w:i w:val="0"/>
          <w:sz w:val="24"/>
          <w:u w:val="single"/>
        </w:rPr>
      </w:pPr>
      <w:r w:rsidRPr="00B344F5">
        <w:rPr>
          <w:rFonts w:ascii="Calibri" w:hAnsi="Calibri"/>
          <w:i w:val="0"/>
          <w:color w:val="000000"/>
          <w:sz w:val="24"/>
          <w:u w:val="single"/>
        </w:rPr>
        <w:t xml:space="preserve">Procedura 1. opracowanie procedur dot. realizacji zadań/ usług przekazywanych do realizacji NGO na zasadzie powierzenia realizacji zadań publicznych </w:t>
      </w:r>
    </w:p>
    <w:p w:rsidR="004962A2" w:rsidRDefault="004962A2">
      <w:pPr>
        <w:pStyle w:val="podproceduraodstep"/>
        <w:rPr>
          <w:rFonts w:ascii="Calibri" w:hAnsi="Calibri"/>
          <w:color w:val="000000"/>
        </w:rPr>
      </w:pPr>
    </w:p>
    <w:p w:rsidR="004962A2" w:rsidRDefault="004962A2">
      <w:pPr>
        <w:pStyle w:val="podproceduraodstep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Proces 12</w:t>
      </w:r>
    </w:p>
    <w:p w:rsidR="004962A2" w:rsidRPr="007A568E" w:rsidRDefault="004962A2">
      <w:pPr>
        <w:pStyle w:val="podproceduraodstep"/>
        <w:rPr>
          <w:rFonts w:ascii="Calibri" w:hAnsi="Calibri"/>
          <w:sz w:val="20"/>
          <w:szCs w:val="20"/>
        </w:rPr>
      </w:pPr>
    </w:p>
    <w:p w:rsidR="004962A2" w:rsidRPr="007A568E" w:rsidRDefault="004962A2">
      <w:pPr>
        <w:pStyle w:val="podproceduratabela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 INICJACJA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NGO wystosował propozycje własne (inicjatywa lokalna)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Wydział Oświaty, Kultury i Promocji zidentyfikował zadania publiczne do realizacji przez NGO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apodproceduratabela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 OPIS PRACY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Stanowisko wykonujące czynność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Sporządzenie listy rodzajów zadań publicznych planowanych do kontraktacji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Lista rodzajów zadań publicznych planowanych do kontraktacji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Wydział Oświaty, Kultury i Promocji (OKP)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Lista rodzajów zadań publicznych planowanych do kontraktacji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Zatwierdzenie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Lista rodzajów zadań publicznych planowanych do kontraktacji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Zarząd Powiatu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Lista rodzajów zadań publicznych planowanych do kontraktacji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Opracowanie kryteriów wyboru ofert do konkretnych zadań publicznych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Kryteria wyboru ofert do konkretnych zadań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Wydział Oświaty, Kultury i Promocji (OKP)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Kryteria wyboru ofert do konkretnych zadań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Opiniowanie kryteriów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Kryteria wyboru ofert do konkretnych zadań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Powiatowa Rada Organizacji Pozarządowych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Kryteria wyboru ofert do konkretnych zadań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Ewentualne skorygowanie kryteriów na podstawie uwag PROP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Kryteria wyboru ofert do konkretnych zadań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Wydział Oświaty, Kultury i Promocji (OKP)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Podjęcie decyzji o rozpoczęciu naboru ofert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Opracowano dokumentację konkursową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Zarząd Powiatu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podproceduratabelaI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III WYNIK REALIZACJI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Zarząd Powiatu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Opracowano dokumentację konkursową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DOKUMENTY ZWIĄZANE:</w:t>
      </w:r>
    </w:p>
    <w:p w:rsidR="004962A2" w:rsidRPr="007A568E" w:rsidRDefault="004962A2">
      <w:pPr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1. Kryteria wyboru ofert do konkretnych zadań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2. Lista rodzajów zadań publicznych planowanych do kontraktacji</w:t>
      </w:r>
    </w:p>
    <w:p w:rsidR="004962A2" w:rsidRPr="007A568E" w:rsidRDefault="004962A2">
      <w:pPr>
        <w:pStyle w:val="podproceduratabelaIIItytu3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br w:type="page"/>
        <w:t>MODEL PROCESU:</w:t>
      </w:r>
    </w:p>
    <w:p w:rsidR="004962A2" w:rsidRPr="007A568E" w:rsidRDefault="004962A2" w:rsidP="00B344F5">
      <w:pPr>
        <w:pStyle w:val="Heading3"/>
        <w:jc w:val="both"/>
        <w:rPr>
          <w:rFonts w:ascii="Calibri" w:hAnsi="Calibri"/>
          <w:color w:val="000000"/>
        </w:rPr>
      </w:pPr>
      <w:r w:rsidRPr="00C76675">
        <w:rPr>
          <w:rFonts w:ascii="Calibri" w:hAnsi="Calibri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237pt;height:666.75pt;visibility:visible">
            <v:imagedata r:id="rId4" o:title=""/>
          </v:shape>
        </w:pict>
      </w:r>
      <w:r w:rsidRPr="007A568E">
        <w:rPr>
          <w:rFonts w:ascii="Calibri" w:hAnsi="Calibri" w:cs="Arial"/>
        </w:rPr>
        <w:t xml:space="preserve"> </w:t>
      </w:r>
      <w:r w:rsidRPr="007A568E">
        <w:rPr>
          <w:rFonts w:ascii="Calibri" w:hAnsi="Calibri"/>
          <w:color w:val="000000"/>
        </w:rPr>
        <w:br w:type="page"/>
      </w:r>
      <w:r w:rsidRPr="00B344F5">
        <w:rPr>
          <w:rFonts w:ascii="Calibri" w:hAnsi="Calibri"/>
          <w:i w:val="0"/>
          <w:color w:val="000000"/>
          <w:sz w:val="24"/>
          <w:szCs w:val="24"/>
          <w:u w:val="single"/>
        </w:rPr>
        <w:t>Procedura 2. Opracowanie procedur dot. określenia w programie współpracy, które z zadań publicznych planowane są do realizacji w trybie pozakonkursowym (art. 19a u.o.d.p.p.iw.)</w:t>
      </w:r>
      <w:r w:rsidRPr="007A568E">
        <w:rPr>
          <w:rFonts w:ascii="Calibri" w:hAnsi="Calibri"/>
          <w:color w:val="000000"/>
        </w:rPr>
        <w:t xml:space="preserve"> </w:t>
      </w:r>
    </w:p>
    <w:p w:rsidR="004962A2" w:rsidRDefault="004962A2">
      <w:pPr>
        <w:pStyle w:val="podproceduraodstep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sz w:val="20"/>
          <w:szCs w:val="20"/>
        </w:rPr>
      </w:pPr>
      <w:r w:rsidRPr="007A568E">
        <w:rPr>
          <w:rFonts w:ascii="Calibri" w:hAnsi="Calibri"/>
          <w:color w:val="000000"/>
        </w:rPr>
        <w:t xml:space="preserve">Proces 13 </w:t>
      </w:r>
    </w:p>
    <w:p w:rsidR="004962A2" w:rsidRDefault="004962A2">
      <w:pPr>
        <w:pStyle w:val="podproceduratabelaItytu3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tabela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 INICJACJA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NGO złożyło ofertę realizacji zadania publicznego z pominięciem otwartego konkursu ofert (art. 19a u.o.d.p.p.iw)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apodproceduratabela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 OPIS PRACY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Stanowisko wykonujące czynność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Oferta na realizację zadania publicznego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Wyłonienie ofert do realizacji zadania publicznego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Uchwała Zarządu Powiatu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Zarząd Powiatu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Uwagi do wybranych ofert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Rozpatrzenie uwag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Uwagi do wybranych ofert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Zarząd Powiatu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Oferta na realizację zadania publicznego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Sprawdzenie zgodności oferty z wymogami art. 19 a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Oferta na realizację zadania publicznego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Wydział Oświaty, Kultury i Promocji (OKP)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Oferta na realizację zadania publicznego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Odrzucenie oferty i wstrzymanie procedury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Pismo ze wskazaniem błędów formalnych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Wydział Oświaty, Kultury i Promocji (OKP)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Uchwała Zarządu Powiatu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Upublicznienie informacji o wybranych ofertach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Opis wykonania czynności</w:t>
            </w: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 xml:space="preserve"> portal internetowy JST, Biuletyn BIP, wyłożenie do publicznego wglądu w siedzibie powiatu; 7 dni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Wydział Oświaty, Kultury i Promocji (OKP)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Uwagi do wybranych ofert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Zawarcie umowy o wsparcie realizacji zadania publicznego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Umowa o wsparcie realizacji zadania publicznego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NGO;</w:t>
            </w:r>
          </w:p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Zarząd Powiatu</w:t>
            </w:r>
          </w:p>
        </w:tc>
      </w:tr>
    </w:tbl>
    <w:p w:rsidR="004962A2" w:rsidRDefault="004962A2">
      <w:pPr>
        <w:autoSpaceDE/>
        <w:autoSpaceDN/>
        <w:adjustRightInd/>
        <w:spacing w:after="200" w:line="276" w:lineRule="auto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color w:val="000000"/>
        </w:rPr>
        <w:br w:type="page"/>
      </w:r>
    </w:p>
    <w:p w:rsidR="004962A2" w:rsidRPr="007A568E" w:rsidRDefault="004962A2">
      <w:pPr>
        <w:pStyle w:val="podproceduratabelaI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III WYNIK REALIZACJI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Oferta została odrzucona;</w:t>
            </w:r>
            <w:r w:rsidRPr="00C76675">
              <w:rPr>
                <w:rFonts w:ascii="Calibri" w:hAnsi="Calibri"/>
                <w:color w:val="000000"/>
              </w:rPr>
              <w:br/>
              <w:t>Pismo ze wskazaniem błędów formalnych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NGO;</w:t>
            </w:r>
            <w:r w:rsidRPr="00C76675">
              <w:rPr>
                <w:rFonts w:ascii="Calibri" w:hAnsi="Calibri"/>
                <w:color w:val="000000"/>
              </w:rPr>
              <w:br/>
              <w:t>Starosta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Podpisano umowę o wsparcie realizacji zadania publicznego;</w:t>
            </w:r>
            <w:r w:rsidRPr="00C76675">
              <w:rPr>
                <w:rFonts w:ascii="Calibri" w:hAnsi="Calibri"/>
                <w:color w:val="000000"/>
              </w:rPr>
              <w:br/>
              <w:t>Umowa o wsparcie realizacji zadania publicznego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DOKUMENTY ZWIĄZANE:</w:t>
      </w:r>
    </w:p>
    <w:p w:rsidR="004962A2" w:rsidRPr="007A568E" w:rsidRDefault="004962A2">
      <w:pPr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1. Oferta na realizację zadania publicznego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2. Pismo ze wskazaniem błędów formalnych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3. Uchwała Zarządu Powiatu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4. Umowa o wsparcie realizacji zadania publicznego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5. Uwagi do wybranych ofert</w:t>
      </w:r>
    </w:p>
    <w:p w:rsidR="004962A2" w:rsidRDefault="004962A2">
      <w:pPr>
        <w:pStyle w:val="podproceduratabelaIIItytu3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br w:type="page"/>
      </w:r>
    </w:p>
    <w:p w:rsidR="004962A2" w:rsidRPr="007A568E" w:rsidRDefault="004962A2">
      <w:pPr>
        <w:pStyle w:val="podproceduratabelaIIItytu3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MODEL PROCESU:</w:t>
      </w:r>
    </w:p>
    <w:p w:rsidR="004962A2" w:rsidRDefault="004962A2">
      <w:pPr>
        <w:pStyle w:val="Heading3"/>
        <w:rPr>
          <w:rFonts w:ascii="Calibri" w:hAnsi="Calibri"/>
          <w:color w:val="000000"/>
        </w:rPr>
      </w:pPr>
      <w:r w:rsidRPr="007A568E">
        <w:rPr>
          <w:rFonts w:ascii="Calibri" w:hAnsi="Calibri" w:cs="Arial"/>
        </w:rPr>
        <w:t xml:space="preserve"> </w:t>
      </w:r>
      <w:r w:rsidRPr="007A568E">
        <w:rPr>
          <w:rFonts w:ascii="Calibri" w:hAnsi="Calibri"/>
          <w:color w:val="000000"/>
        </w:rPr>
        <w:br w:type="page"/>
      </w:r>
      <w:r w:rsidRPr="00C76675">
        <w:rPr>
          <w:rFonts w:ascii="Arial" w:hAnsi="Arial" w:cs="Arial"/>
          <w:noProof/>
          <w:sz w:val="24"/>
          <w:szCs w:val="24"/>
        </w:rPr>
        <w:pict>
          <v:shape id="Obraz 2" o:spid="_x0000_i1026" type="#_x0000_t75" style="width:481.5pt;height:606pt;visibility:visible">
            <v:imagedata r:id="rId5" o:title=""/>
          </v:shape>
        </w:pict>
      </w:r>
    </w:p>
    <w:p w:rsidR="004962A2" w:rsidRDefault="004962A2">
      <w:pPr>
        <w:pStyle w:val="Heading3"/>
        <w:rPr>
          <w:rFonts w:ascii="Calibri" w:hAnsi="Calibri"/>
          <w:color w:val="000000"/>
        </w:rPr>
      </w:pPr>
    </w:p>
    <w:p w:rsidR="004962A2" w:rsidRDefault="004962A2">
      <w:pPr>
        <w:pStyle w:val="Heading3"/>
        <w:rPr>
          <w:rFonts w:ascii="Calibri" w:hAnsi="Calibri"/>
          <w:color w:val="000000"/>
        </w:rPr>
      </w:pPr>
    </w:p>
    <w:p w:rsidR="004962A2" w:rsidRDefault="004962A2">
      <w:pPr>
        <w:pStyle w:val="Heading3"/>
        <w:rPr>
          <w:rFonts w:ascii="Calibri" w:hAnsi="Calibri"/>
          <w:color w:val="000000"/>
        </w:rPr>
      </w:pPr>
    </w:p>
    <w:p w:rsidR="004962A2" w:rsidRDefault="004962A2">
      <w:pPr>
        <w:pStyle w:val="Heading3"/>
        <w:rPr>
          <w:rFonts w:ascii="Calibri" w:hAnsi="Calibri"/>
          <w:color w:val="000000"/>
        </w:rPr>
      </w:pPr>
    </w:p>
    <w:p w:rsidR="004962A2" w:rsidRDefault="004962A2">
      <w:pPr>
        <w:pStyle w:val="Heading3"/>
        <w:rPr>
          <w:rFonts w:ascii="Calibri" w:hAnsi="Calibri"/>
          <w:color w:val="000000"/>
        </w:rPr>
      </w:pPr>
    </w:p>
    <w:p w:rsidR="004962A2" w:rsidRDefault="004962A2">
      <w:pPr>
        <w:pStyle w:val="Heading3"/>
        <w:rPr>
          <w:rFonts w:ascii="Calibri" w:hAnsi="Calibri"/>
          <w:color w:val="000000"/>
        </w:rPr>
      </w:pPr>
    </w:p>
    <w:p w:rsidR="004962A2" w:rsidRPr="00B344F5" w:rsidRDefault="004962A2" w:rsidP="00B344F5">
      <w:pPr>
        <w:pStyle w:val="Heading3"/>
        <w:jc w:val="both"/>
        <w:rPr>
          <w:rFonts w:ascii="Calibri" w:hAnsi="Calibri"/>
          <w:i w:val="0"/>
          <w:color w:val="000000"/>
          <w:sz w:val="24"/>
          <w:szCs w:val="24"/>
          <w:u w:val="single"/>
        </w:rPr>
      </w:pPr>
      <w:r w:rsidRPr="00B344F5">
        <w:rPr>
          <w:rFonts w:ascii="Calibri" w:hAnsi="Calibri"/>
          <w:i w:val="0"/>
          <w:color w:val="000000"/>
          <w:sz w:val="24"/>
          <w:szCs w:val="24"/>
          <w:u w:val="single"/>
        </w:rPr>
        <w:t xml:space="preserve">Procedura 3. Opracowanie procedur dot. oceny efektywności i równej dostępności realizowania zadań przez jednostkę organizacyjną samorządu i NGO (art. 12 u.o.d.p.p.iw) </w:t>
      </w:r>
    </w:p>
    <w:p w:rsidR="004962A2" w:rsidRDefault="004962A2">
      <w:pPr>
        <w:pStyle w:val="podproceduraodstep"/>
        <w:rPr>
          <w:rFonts w:ascii="Calibri" w:hAnsi="Calibri"/>
          <w:color w:val="000000"/>
        </w:rPr>
      </w:pPr>
    </w:p>
    <w:p w:rsidR="004962A2" w:rsidRDefault="004962A2">
      <w:pPr>
        <w:pStyle w:val="podproceduraodstep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Proces 14</w:t>
      </w:r>
    </w:p>
    <w:p w:rsidR="004962A2" w:rsidRPr="007A568E" w:rsidRDefault="004962A2">
      <w:pPr>
        <w:pStyle w:val="podproceduraodstep"/>
        <w:rPr>
          <w:rFonts w:ascii="Calibri" w:hAnsi="Calibri"/>
          <w:sz w:val="20"/>
          <w:szCs w:val="20"/>
        </w:rPr>
      </w:pPr>
    </w:p>
    <w:p w:rsidR="004962A2" w:rsidRPr="007A568E" w:rsidRDefault="004962A2">
      <w:pPr>
        <w:pStyle w:val="podproceduratabela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 INICJACJA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NGO złożyło ofertę realizacji zadania publicznego (art. 12 u.o.d.p.p.iw)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apodproceduratabela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 OPIS PRACY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Stanowisko wykonujące czynność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Oferta na realizację zadania publicznego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Odrzucenie oferty i wstrzymanie procedury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Pismo ze wskazaniem błędów formalnych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Wydział Merytoryczny;</w:t>
            </w:r>
          </w:p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Jednostka Organizacyjna Starostwa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Informacja o wyłonionej ofercie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Upublicznienie informacji o wybranych ofertach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Opis wykonania czynności</w:t>
            </w: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 xml:space="preserve"> portal internetowy JST, Biuletyn BIP, wyłożenie do publicznego wglądu w siedzibie powiatu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Wydział Oświaty, Kultury i Promocji (OKP)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Tabela - ocena celowości realizacji zadania publicznego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Podjęcie decyzji w sprawie wyłonienia oferty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Tabela - ocena celowości realizacji zadania publicznego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Zarząd Powiatu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Oferta na realizację zadania publicznego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Skierowanie uwag do NGO z prośbą o doprecyzowanie danych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Prośba o doprecyzowanie danych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Wydział Oświaty, Kultury i Promocji (OKP)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Oferta na realizację zadania publicznego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Rozpatrzenie celowości realizacji zadania publicznego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Opis wykonania czynności</w:t>
            </w: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 xml:space="preserve"> - stopień, w jakim wniosek odpowiada priorytetowym zadaniom publicznym, określonym w programie współpracy z organizacjami pozarządowymi;</w:t>
            </w:r>
            <w:r w:rsidRPr="00C76675">
              <w:rPr>
                <w:color w:val="000000"/>
              </w:rPr>
              <w:br/>
              <w:t>- jakość wykonania danego zadania;</w:t>
            </w:r>
            <w:r w:rsidRPr="00C76675">
              <w:rPr>
                <w:color w:val="000000"/>
              </w:rPr>
              <w:br/>
              <w:t>- dostępność środków na realizację zadania;</w:t>
            </w:r>
            <w:r w:rsidRPr="00C76675">
              <w:rPr>
                <w:color w:val="000000"/>
              </w:rPr>
              <w:br/>
              <w:t>- korzyści wynikające z realizacji zadania publicznego przez organizację pozarządową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Tabela - ocena celowości realizacji zadania publicznego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Wydział Merytoryczny;</w:t>
            </w:r>
          </w:p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Jednostka Organizacyjna Starostwa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Oferta na realizację zadania publicznego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Sprawdzenie zgodności oferty z wymogami art. 12 u.o.d.p.p.iw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Opis wykonania czynności</w:t>
            </w: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 xml:space="preserve"> Sprawdzenie wniosku pod kątem:</w:t>
            </w:r>
            <w:r w:rsidRPr="00C76675">
              <w:rPr>
                <w:color w:val="000000"/>
              </w:rPr>
              <w:br/>
              <w:t>- poprawności opisu zadania publicznego przeznaczonego do realizacji;</w:t>
            </w:r>
            <w:r w:rsidRPr="00C76675">
              <w:rPr>
                <w:color w:val="000000"/>
              </w:rPr>
              <w:br/>
              <w:t>- poprawności szacunków kalkulacji kosztów realizacji zadania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Oferta na realizację zadania publicznego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Wydział Merytoryczny;</w:t>
            </w:r>
          </w:p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Jednostka Organizacyjna Starostwa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 w:cs="Arial"/>
        </w:rPr>
      </w:pPr>
    </w:p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podproceduratabelaI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III WYNIK REALIZACJI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Oferta została odrzucona;</w:t>
            </w:r>
            <w:r w:rsidRPr="00C76675">
              <w:rPr>
                <w:rFonts w:ascii="Calibri" w:hAnsi="Calibri"/>
                <w:color w:val="000000"/>
              </w:rPr>
              <w:br/>
              <w:t>Pismo ze wskazaniem błędów formalnych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Wyłoniono ofertę na realizację zadania publicznego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DOKUMENTY ZWIĄZANE:</w:t>
      </w:r>
    </w:p>
    <w:p w:rsidR="004962A2" w:rsidRPr="007A568E" w:rsidRDefault="004962A2">
      <w:pPr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1. Informacja o wyłonionej ofercie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2. Oferta na realizację zadania publicznego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3. Pismo ze wskazaniem błędów formalnych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4. Prośba o doprecyzowanie danych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5. Tabela - ocena celowości realizacji zadania publicznego</w:t>
      </w:r>
    </w:p>
    <w:p w:rsidR="004962A2" w:rsidRPr="007A568E" w:rsidRDefault="004962A2">
      <w:pPr>
        <w:pStyle w:val="podproceduratabelaIIItytu3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br w:type="page"/>
        <w:t>MODEL PROCESU:</w:t>
      </w:r>
    </w:p>
    <w:p w:rsidR="004962A2" w:rsidRPr="000C5C41" w:rsidRDefault="004962A2" w:rsidP="000C5C41">
      <w:pPr>
        <w:pStyle w:val="Heading3"/>
        <w:jc w:val="both"/>
        <w:rPr>
          <w:rFonts w:ascii="Calibri" w:hAnsi="Calibri"/>
          <w:i w:val="0"/>
          <w:color w:val="000000"/>
          <w:sz w:val="24"/>
          <w:szCs w:val="24"/>
          <w:u w:val="single"/>
        </w:rPr>
      </w:pPr>
      <w:r w:rsidRPr="007A568E">
        <w:rPr>
          <w:rFonts w:ascii="Calibri" w:hAnsi="Calibri" w:cs="Arial"/>
        </w:rPr>
        <w:t xml:space="preserve"> </w:t>
      </w:r>
      <w:r w:rsidRPr="00C76675">
        <w:rPr>
          <w:rFonts w:ascii="Arial" w:hAnsi="Arial" w:cs="Arial"/>
          <w:noProof/>
          <w:sz w:val="24"/>
          <w:szCs w:val="24"/>
        </w:rPr>
        <w:pict>
          <v:shape id="Obraz 3" o:spid="_x0000_i1027" type="#_x0000_t75" style="width:481.5pt;height:412.5pt;visibility:visible">
            <v:imagedata r:id="rId6" o:title=""/>
          </v:shape>
        </w:pict>
      </w:r>
      <w:r w:rsidRPr="007A568E">
        <w:rPr>
          <w:rFonts w:ascii="Calibri" w:hAnsi="Calibri"/>
          <w:color w:val="000000"/>
        </w:rPr>
        <w:br w:type="page"/>
      </w:r>
      <w:r w:rsidRPr="000C5C41">
        <w:rPr>
          <w:rFonts w:ascii="Calibri" w:hAnsi="Calibri"/>
          <w:i w:val="0"/>
          <w:color w:val="000000"/>
          <w:sz w:val="24"/>
          <w:szCs w:val="24"/>
          <w:u w:val="single"/>
        </w:rPr>
        <w:t xml:space="preserve">Procedura 4.  Opracowanie procedur dot. określenia w programie współpracy, które z zadań mogą być realizowane w trybie art. 16 ust. 7 u.o.d.p.p.iw. - stosowanie regrantingu </w:t>
      </w:r>
    </w:p>
    <w:p w:rsidR="004962A2" w:rsidRPr="000C5C41" w:rsidRDefault="004962A2">
      <w:pPr>
        <w:pStyle w:val="podproceduraodstep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sz w:val="20"/>
          <w:szCs w:val="20"/>
        </w:rPr>
      </w:pPr>
      <w:r w:rsidRPr="007A568E">
        <w:rPr>
          <w:rFonts w:ascii="Calibri" w:hAnsi="Calibri"/>
          <w:color w:val="000000"/>
        </w:rPr>
        <w:t>Proces 15</w:t>
      </w:r>
    </w:p>
    <w:p w:rsidR="004962A2" w:rsidRDefault="004962A2">
      <w:pPr>
        <w:pStyle w:val="podproceduratabelaItytu3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tabela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 INICJACJA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NGO złożyło wniosek o realizację zadania publicznego w formie regrantingu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Zarząd Powiatu zatwierdził listę zadań priorytetowych zapisanych w projekcie programu współpracy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apodproceduratabela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 OPIS PRACY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Stanowisko wykonujące czynność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Wniosek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Rozpatrzenie wniosku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W przypadku gdy 'Rozpatrzenie pozytywne' to dalsze postępowanie zgodnie z L.p. 3 ALBO w przypadku gdy 'Rozpatrzenie negatywne' to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Zarząd Powiatu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Wniosek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Uzasadnienie podjęcia negatywnej decyzji i przekazanie do NGO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NGO zostało poinformowane o decyzji negatywnej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Uzasadnienie decyzji negatywnej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Zarząd Powiatu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Wniosek NGO;</w:t>
            </w:r>
          </w:p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Projekt Programu Współpracy jednostek samorządu terytorialnego i organizacji pozarządowych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Wpisanie zadania na listę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Projekt Programu Współpracy jednostek samorządu terytorialnego i organizacji pozarządowych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Wydział Oświaty, Kultury i Promocji (OKP)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Projekt Programu Współpracy jednostek samorządu terytorialnego i organizacji pozarządowych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Zatwierdzenie projektu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Zarząd Powiatu uchwalił w Programie Współpracy zadania, które mogą być realizowane w formie regrantingu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Uchwała Zarządu Powiatu;</w:t>
            </w:r>
          </w:p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Program Współpracy jednostek samorządu terytorialnego i organizacji pozarządowych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Zarząd Powiatu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Default="004962A2">
      <w:pPr>
        <w:autoSpaceDE/>
        <w:autoSpaceDN/>
        <w:adjustRightInd/>
        <w:spacing w:after="200" w:line="276" w:lineRule="auto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color w:val="000000"/>
        </w:rPr>
        <w:br w:type="page"/>
      </w:r>
    </w:p>
    <w:p w:rsidR="004962A2" w:rsidRPr="007A568E" w:rsidRDefault="004962A2">
      <w:pPr>
        <w:pStyle w:val="podproceduratabelaI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III WYNIK REALIZACJI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Zarząd Powiatu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NGO zostało poinformowane o decyzji negatywnej;</w:t>
            </w:r>
            <w:r w:rsidRPr="00C76675">
              <w:rPr>
                <w:rFonts w:ascii="Calibri" w:hAnsi="Calibri"/>
                <w:color w:val="000000"/>
              </w:rPr>
              <w:br/>
              <w:t>Uzasadnienie decyzji negatywnej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Zarząd Powiatu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Zarząd Powiatu uchwalił w Programie Współpracy zadania, które mogą być realizowane w formie regrantingu;</w:t>
            </w:r>
            <w:r w:rsidRPr="00C76675">
              <w:rPr>
                <w:rFonts w:ascii="Calibri" w:hAnsi="Calibri"/>
                <w:color w:val="000000"/>
              </w:rPr>
              <w:br/>
              <w:t>Program Współpracy jednostek samorządu terytorialnego i organizacji pozarządowych;</w:t>
            </w:r>
            <w:r w:rsidRPr="00C76675">
              <w:rPr>
                <w:rFonts w:ascii="Calibri" w:hAnsi="Calibri"/>
                <w:color w:val="000000"/>
              </w:rPr>
              <w:br/>
              <w:t>Uchwała Zarządu Powiatu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DOKUMENTY ZWIĄZANE:</w:t>
      </w:r>
    </w:p>
    <w:p w:rsidR="004962A2" w:rsidRPr="007A568E" w:rsidRDefault="004962A2">
      <w:pPr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1. Program Współpracy jednostek samorządu terytorialnego i organizacji pozarządowych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2. Projekt Programu Współpracy jednostek samorządu terytorialnego i organizacji pozarządowych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3. Uchwała Zarządu Powiatu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4. Uzasadnienie decyzji negatywnej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5. Wniosek NGO</w:t>
      </w:r>
    </w:p>
    <w:p w:rsidR="004962A2" w:rsidRPr="007A568E" w:rsidRDefault="004962A2">
      <w:pPr>
        <w:pStyle w:val="podproceduratabelaIIItytu3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br w:type="page"/>
        <w:t>MODEL PROCESU:</w:t>
      </w:r>
    </w:p>
    <w:p w:rsidR="004962A2" w:rsidRDefault="004962A2">
      <w:pPr>
        <w:pStyle w:val="Heading3"/>
        <w:rPr>
          <w:rFonts w:ascii="Calibri" w:hAnsi="Calibri"/>
          <w:color w:val="000000"/>
        </w:rPr>
      </w:pPr>
      <w:r w:rsidRPr="00C76675">
        <w:rPr>
          <w:rFonts w:ascii="Calibri" w:hAnsi="Calibri" w:cs="Arial"/>
          <w:noProof/>
        </w:rPr>
        <w:pict>
          <v:shape id="Obraz 4" o:spid="_x0000_i1028" type="#_x0000_t75" style="width:484.5pt;height:465pt;visibility:visible">
            <v:imagedata r:id="rId7" o:title=""/>
          </v:shape>
        </w:pict>
      </w:r>
      <w:r w:rsidRPr="007A568E">
        <w:rPr>
          <w:rFonts w:ascii="Calibri" w:hAnsi="Calibri" w:cs="Arial"/>
        </w:rPr>
        <w:t xml:space="preserve"> </w:t>
      </w:r>
      <w:r w:rsidRPr="007A568E">
        <w:rPr>
          <w:rFonts w:ascii="Calibri" w:hAnsi="Calibri"/>
          <w:color w:val="000000"/>
        </w:rPr>
        <w:br w:type="page"/>
      </w:r>
    </w:p>
    <w:p w:rsidR="004962A2" w:rsidRDefault="004962A2">
      <w:pPr>
        <w:pStyle w:val="Heading3"/>
        <w:rPr>
          <w:rFonts w:ascii="Calibri" w:hAnsi="Calibri"/>
          <w:color w:val="000000"/>
        </w:rPr>
      </w:pPr>
    </w:p>
    <w:p w:rsidR="004962A2" w:rsidRPr="000C5C41" w:rsidRDefault="004962A2" w:rsidP="000C5C41">
      <w:pPr>
        <w:pStyle w:val="Heading3"/>
        <w:jc w:val="both"/>
        <w:rPr>
          <w:rFonts w:ascii="Calibri" w:hAnsi="Calibri"/>
          <w:i w:val="0"/>
          <w:color w:val="000000"/>
          <w:sz w:val="24"/>
          <w:szCs w:val="24"/>
          <w:u w:val="single"/>
        </w:rPr>
      </w:pPr>
      <w:r w:rsidRPr="000C5C41">
        <w:rPr>
          <w:rFonts w:ascii="Calibri" w:hAnsi="Calibri"/>
          <w:i w:val="0"/>
          <w:color w:val="000000"/>
          <w:sz w:val="24"/>
          <w:szCs w:val="24"/>
          <w:u w:val="single"/>
        </w:rPr>
        <w:t xml:space="preserve">Procedura 5. Opracowanie procedur dot. wskazania w programie współpracy, które z zadań publicznych szczególnie powinny być realizowane w ramach ofert wspólnych ze względu na efektywne wykorzystanie potencjału lokalnego </w:t>
      </w:r>
    </w:p>
    <w:p w:rsidR="004962A2" w:rsidRDefault="004962A2">
      <w:pPr>
        <w:pStyle w:val="podproceduraodstep"/>
        <w:rPr>
          <w:rFonts w:ascii="Calibri" w:hAnsi="Calibri"/>
          <w:color w:val="000000"/>
        </w:rPr>
      </w:pPr>
    </w:p>
    <w:p w:rsidR="004962A2" w:rsidRDefault="004962A2">
      <w:pPr>
        <w:pStyle w:val="podproceduraodstep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Proces 16</w:t>
      </w:r>
    </w:p>
    <w:p w:rsidR="004962A2" w:rsidRPr="007A568E" w:rsidRDefault="004962A2">
      <w:pPr>
        <w:pStyle w:val="podproceduraodstep"/>
        <w:rPr>
          <w:rFonts w:ascii="Calibri" w:hAnsi="Calibri"/>
          <w:sz w:val="20"/>
          <w:szCs w:val="20"/>
        </w:rPr>
      </w:pPr>
    </w:p>
    <w:p w:rsidR="004962A2" w:rsidRPr="007A568E" w:rsidRDefault="004962A2">
      <w:pPr>
        <w:pStyle w:val="podproceduratabela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 INICJACJA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NGO złożyło wniosek o realizację zadania publicznego w ramach oferty wspólnej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Zarząd Powiatu zatwierdził listę zadań priorytetowych zapisanych w projekcie programu współpracy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apodproceduratabela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 OPIS PRACY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Stanowisko wykonujące czynność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Wniosek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Rozpatrzenie wniosku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W przypadku gdy 'Rozpatrzenie pozytywne' to dalsze postępowanie zgodnie z L.p. 3 ALBO w przypadku gdy 'Odrzucenie wniosku' to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Zarząd Powiatu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Wniosek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Uzasadnienie podjęcia negatywnej decyzji i przekazanie do NGO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Poinformowano NGO o decyzji negatywnej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Uzasadnienie decyzji negatywnej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Zarząd Powiatu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Wniosek NGO;</w:t>
            </w:r>
          </w:p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Projekt Programu Współpracy jednostek samorządu terytorialnego i organizacji pozarządowych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Wpisanie zadania na listę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Projekt Programu Współpracy jednostek samorządu terytorialnego i organizacji pozarządowych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Wydział Oświaty, Kultury i Promocji (OKP)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Projekt Programu Współpracy jednostek samorządu terytorialnego i organizacji pozarządowych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Zatwierdzenie projektu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Zarząd Powiatu uchwalił w Programie Współpracy zadania, które mogą być realizowane w ramach oferty wspólnej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Program Współpracy jednostek samorządu terytorialnego i organizacji pozarządowych;</w:t>
            </w:r>
          </w:p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Uchwała Zarządu Powiatu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Zarząd Powiatu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Default="004962A2">
      <w:pPr>
        <w:autoSpaceDE/>
        <w:autoSpaceDN/>
        <w:adjustRightInd/>
        <w:spacing w:after="200" w:line="276" w:lineRule="auto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color w:val="000000"/>
        </w:rPr>
        <w:br w:type="page"/>
      </w:r>
    </w:p>
    <w:p w:rsidR="004962A2" w:rsidRPr="007A568E" w:rsidRDefault="004962A2">
      <w:pPr>
        <w:pStyle w:val="podproceduratabelaI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III WYNIK REALIZACJI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Zarząd Powiatu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Poinformowano NGO o decyzji negatywnej;</w:t>
            </w:r>
            <w:r w:rsidRPr="00C76675">
              <w:rPr>
                <w:rFonts w:ascii="Calibri" w:hAnsi="Calibri"/>
                <w:color w:val="000000"/>
              </w:rPr>
              <w:br/>
              <w:t>Uzasadnienie decyzji negatywnej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Zarząd Powiatu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Zarząd Powiatu uchwalił w Programie Współpracy zadania, które mogą być realizowane w ramach oferty wspólnej;</w:t>
            </w:r>
            <w:r w:rsidRPr="00C76675">
              <w:rPr>
                <w:rFonts w:ascii="Calibri" w:hAnsi="Calibri"/>
                <w:color w:val="000000"/>
              </w:rPr>
              <w:br/>
              <w:t>Program Współpracy jednostek samorządu terytorialnego i organizacji pozarządowych;</w:t>
            </w:r>
            <w:r w:rsidRPr="00C76675">
              <w:rPr>
                <w:rFonts w:ascii="Calibri" w:hAnsi="Calibri"/>
                <w:color w:val="000000"/>
              </w:rPr>
              <w:br/>
              <w:t>Uchwała Zarządu Powiatu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DOKUMENTY ZWIĄZANE:</w:t>
      </w:r>
    </w:p>
    <w:p w:rsidR="004962A2" w:rsidRPr="007A568E" w:rsidRDefault="004962A2">
      <w:pPr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1. Program Współpracy jednostek samorządu terytorialnego i organizacji pozarządowych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2. Projekt Programu Współpracy jednostek samorządu terytorialnego i organizacji pozarządowych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3. Uchwała Zarządu Powiatu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4. Uzasadnienie decyzji negatywnej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5. Wniosek NGO</w:t>
      </w:r>
    </w:p>
    <w:p w:rsidR="004962A2" w:rsidRPr="007A568E" w:rsidRDefault="004962A2">
      <w:pPr>
        <w:pStyle w:val="podproceduratabelaIIItytu3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br w:type="page"/>
        <w:t>MODEL PROCESU:</w:t>
      </w:r>
    </w:p>
    <w:p w:rsidR="004962A2" w:rsidRDefault="004962A2">
      <w:pPr>
        <w:pStyle w:val="Heading3"/>
        <w:rPr>
          <w:rFonts w:ascii="Calibri" w:hAnsi="Calibri"/>
          <w:color w:val="000000"/>
        </w:rPr>
      </w:pPr>
      <w:r w:rsidRPr="00C76675">
        <w:rPr>
          <w:rFonts w:ascii="Calibri" w:hAnsi="Calibri" w:cs="Arial"/>
          <w:noProof/>
        </w:rPr>
        <w:pict>
          <v:shape id="Obraz 5" o:spid="_x0000_i1029" type="#_x0000_t75" style="width:481.5pt;height:441.75pt;visibility:visible">
            <v:imagedata r:id="rId8" o:title=""/>
          </v:shape>
        </w:pict>
      </w:r>
      <w:r w:rsidRPr="007A568E">
        <w:rPr>
          <w:rFonts w:ascii="Calibri" w:hAnsi="Calibri" w:cs="Arial"/>
        </w:rPr>
        <w:t xml:space="preserve"> </w:t>
      </w:r>
      <w:r w:rsidRPr="007A568E">
        <w:rPr>
          <w:rFonts w:ascii="Calibri" w:hAnsi="Calibri"/>
          <w:color w:val="000000"/>
        </w:rPr>
        <w:br w:type="page"/>
      </w:r>
    </w:p>
    <w:p w:rsidR="004962A2" w:rsidRPr="000C5C41" w:rsidRDefault="004962A2">
      <w:pPr>
        <w:pStyle w:val="Heading3"/>
        <w:rPr>
          <w:rFonts w:ascii="Calibri" w:hAnsi="Calibri"/>
          <w:i w:val="0"/>
          <w:color w:val="000000"/>
          <w:sz w:val="24"/>
          <w:szCs w:val="24"/>
          <w:u w:val="single"/>
        </w:rPr>
      </w:pPr>
      <w:r w:rsidRPr="000C5C41">
        <w:rPr>
          <w:rFonts w:ascii="Calibri" w:hAnsi="Calibri"/>
          <w:i w:val="0"/>
          <w:color w:val="000000"/>
          <w:sz w:val="24"/>
          <w:szCs w:val="24"/>
          <w:u w:val="single"/>
        </w:rPr>
        <w:t xml:space="preserve">Procedura 6. Opracowanie procedur dot. zasad organizacji konkursów w ramach programu współpracy (art. 11 ust 2a u.o.d.p.p.iw) </w:t>
      </w:r>
    </w:p>
    <w:p w:rsidR="004962A2" w:rsidRPr="007A568E" w:rsidRDefault="004962A2">
      <w:pPr>
        <w:pStyle w:val="Heading3"/>
        <w:rPr>
          <w:rFonts w:ascii="Calibri" w:hAnsi="Calibri"/>
          <w:color w:val="000000"/>
        </w:rPr>
      </w:pPr>
    </w:p>
    <w:p w:rsidR="004962A2" w:rsidRDefault="004962A2">
      <w:pPr>
        <w:pStyle w:val="podproceduraodstep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Proces 17</w:t>
      </w:r>
    </w:p>
    <w:p w:rsidR="004962A2" w:rsidRPr="007A568E" w:rsidRDefault="004962A2">
      <w:pPr>
        <w:pStyle w:val="podproceduraodstep"/>
        <w:rPr>
          <w:rFonts w:ascii="Calibri" w:hAnsi="Calibri"/>
          <w:sz w:val="20"/>
          <w:szCs w:val="20"/>
        </w:rPr>
      </w:pPr>
    </w:p>
    <w:p w:rsidR="004962A2" w:rsidRPr="007A568E" w:rsidRDefault="004962A2">
      <w:pPr>
        <w:pStyle w:val="podproceduratabela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 INICJACJA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Rada Powiatu uchwaliła Program Współpracy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apodproceduratabela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 OPIS PRACY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Stanowisko wykonujące czynność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Przygotowanie uchwały zarządu o ogłoszeniu konkursu i regulaminie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Projekt uchwały Zarządu Powiatu o ogłoszeniu konkursu i regulaminie prac komisji konkursowej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Wydział Oświaty, Kultury i Promocji (OKP)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Projekt uchwały Zarządu Powiatu o ogłoszeniu konkursu i regulaminie prac komisji konkursowej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Podjęcie uchwały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Uchwała Zarządu Powiatu o ogłoszeniu konkursu i regulaminie prac komisji konkursowej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Zarząd Powiatu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Ogłoszenie o konkursie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Ogłoszenie konkursu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Ogłoszono konkurs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Wydział Oświaty, Kultury i Promocji (OKP)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podproceduratabelaI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III WYNIK REALIZACJI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Ogłoszono konkurs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DOKUMENTY ZWIĄZANE:</w:t>
      </w:r>
    </w:p>
    <w:p w:rsidR="004962A2" w:rsidRPr="007A568E" w:rsidRDefault="004962A2">
      <w:pPr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1. Ogłoszenie o konkursie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2. Projekt uchwały Zarządu Powiatu o ogłoszeniu konkursu i regulaminie prac komisji konkursowej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3. Uchwała Zarządu Powiatu o ogłoszeniu konkursu i regulaminie prac komisji konkursowej</w:t>
      </w:r>
    </w:p>
    <w:p w:rsidR="004962A2" w:rsidRPr="007A568E" w:rsidRDefault="004962A2">
      <w:pPr>
        <w:pStyle w:val="podproceduratabelaIIItytu3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br w:type="page"/>
        <w:t>MODEL PROCESU:</w:t>
      </w:r>
    </w:p>
    <w:p w:rsidR="004962A2" w:rsidRDefault="004962A2">
      <w:pPr>
        <w:pStyle w:val="Heading3"/>
        <w:rPr>
          <w:rFonts w:ascii="Calibri" w:hAnsi="Calibri"/>
          <w:color w:val="000000"/>
        </w:rPr>
      </w:pPr>
      <w:r w:rsidRPr="00C76675">
        <w:rPr>
          <w:rFonts w:ascii="Calibri" w:hAnsi="Calibri" w:cs="Arial"/>
          <w:noProof/>
        </w:rPr>
        <w:pict>
          <v:shape id="Obraz 6" o:spid="_x0000_i1030" type="#_x0000_t75" style="width:429.75pt;height:678pt;visibility:visible">
            <v:imagedata r:id="rId9" o:title=""/>
          </v:shape>
        </w:pict>
      </w:r>
      <w:r w:rsidRPr="007A568E">
        <w:rPr>
          <w:rFonts w:ascii="Calibri" w:hAnsi="Calibri" w:cs="Arial"/>
        </w:rPr>
        <w:t xml:space="preserve"> </w:t>
      </w:r>
      <w:r w:rsidRPr="007A568E">
        <w:rPr>
          <w:rFonts w:ascii="Calibri" w:hAnsi="Calibri"/>
          <w:color w:val="000000"/>
        </w:rPr>
        <w:br w:type="page"/>
      </w:r>
    </w:p>
    <w:p w:rsidR="004962A2" w:rsidRPr="000C5C41" w:rsidRDefault="004962A2">
      <w:pPr>
        <w:pStyle w:val="Heading3"/>
        <w:rPr>
          <w:rFonts w:ascii="Calibri" w:hAnsi="Calibri"/>
          <w:i w:val="0"/>
          <w:color w:val="000000"/>
          <w:sz w:val="24"/>
          <w:szCs w:val="24"/>
          <w:u w:val="single"/>
        </w:rPr>
      </w:pPr>
      <w:r w:rsidRPr="000C5C41">
        <w:rPr>
          <w:rFonts w:ascii="Calibri" w:hAnsi="Calibri"/>
          <w:i w:val="0"/>
          <w:color w:val="000000"/>
          <w:sz w:val="24"/>
          <w:szCs w:val="24"/>
          <w:u w:val="single"/>
        </w:rPr>
        <w:t xml:space="preserve">Procedura 7. Opracowanie procedur dot. systemu monitoringu, kontroli i oceny realizowanych, zleconych zadań publicznych w JST poprzez przeprowadzenie badania ewaluacyjnego wybranych losowo zadań publicznych </w:t>
      </w:r>
    </w:p>
    <w:p w:rsidR="004962A2" w:rsidRDefault="004962A2">
      <w:pPr>
        <w:pStyle w:val="podproceduraodstep"/>
        <w:rPr>
          <w:rFonts w:ascii="Calibri" w:hAnsi="Calibri"/>
          <w:color w:val="000000"/>
        </w:rPr>
      </w:pPr>
    </w:p>
    <w:p w:rsidR="004962A2" w:rsidRDefault="004962A2">
      <w:pPr>
        <w:pStyle w:val="podproceduraodstep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Proces 18</w:t>
      </w:r>
    </w:p>
    <w:p w:rsidR="004962A2" w:rsidRPr="007A568E" w:rsidRDefault="004962A2">
      <w:pPr>
        <w:pStyle w:val="podproceduraodstep"/>
        <w:rPr>
          <w:rFonts w:ascii="Calibri" w:hAnsi="Calibri"/>
          <w:sz w:val="20"/>
          <w:szCs w:val="20"/>
        </w:rPr>
      </w:pPr>
    </w:p>
    <w:p w:rsidR="004962A2" w:rsidRDefault="004962A2">
      <w:pPr>
        <w:pStyle w:val="podproceduratabelaItytu3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tabela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 INICJACJA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Kierownik Jednostki Organizacyjnej podjął decyzję o przeprowadzeniu badań ewaluacyjnych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apodproceduratabela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 OPIS PRACY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Stanowisko wykonujące czynność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Ustalenie metodyki badań ewaluacyjnych wraz z wyborem i opracowaniem narzędzi badawczych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Opis wykonania czynności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właściwa komórka metytoryczna - w zależności od przedmiotu badań - wynika z działań statutowych (ze statutu bądź z regulaminu organizacyjnego)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Metodyka badań ewaluacyjnych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Komórka Organizacyjna Starostwa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Ustalenie harmonogramu prac ewaluacyjnych 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Harmonogram prac ewaluacyjnych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Komórka Organizacyjna Starostwa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Przeprowadzenie badania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Komórka Organizacyjna Starostwa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Ocena wyników badań i sformułowanie wniosków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Raport z przeprowadzonego badania ewaluacyjnego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Komórka Organizacyjna Starostwa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Raport z przeprowadzonego badania ewaluacyjnego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Zapoznanie się z raportem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Przeprowadzono badanie ewaluacyjne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Kierownik Jednostki Organizacyjnej Starostwa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Default="004962A2">
      <w:pPr>
        <w:pStyle w:val="podproceduratabelaIIItytu3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tabelaI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III WYNIK REALIZACJI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Kierownik Jednostki Organizacyjnej Starostwa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Przeprowadzono badanie ewaluacyjne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Default="004962A2">
      <w:pPr>
        <w:rPr>
          <w:rFonts w:ascii="Calibri" w:hAnsi="Calibri"/>
          <w:color w:val="000000"/>
        </w:rPr>
      </w:pPr>
    </w:p>
    <w:p w:rsidR="004962A2" w:rsidRDefault="004962A2">
      <w:pPr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DOKUMENTY ZWIĄZANE:</w:t>
      </w:r>
    </w:p>
    <w:p w:rsidR="004962A2" w:rsidRPr="007A568E" w:rsidRDefault="004962A2">
      <w:pPr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1. Harmonogram prac ewaluacyjnych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2. Metodyka badań ewaluacyjnych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3. Raport z przeprowadzonego badania ewaluacyjnego</w:t>
      </w:r>
    </w:p>
    <w:p w:rsidR="004962A2" w:rsidRPr="007A568E" w:rsidRDefault="004962A2">
      <w:pPr>
        <w:pStyle w:val="podproceduratabelaIIItytu3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br w:type="page"/>
        <w:t>MODEL PROCESU:</w:t>
      </w:r>
    </w:p>
    <w:p w:rsidR="004962A2" w:rsidRDefault="004962A2">
      <w:pPr>
        <w:pStyle w:val="Heading3"/>
        <w:rPr>
          <w:rFonts w:ascii="Calibri" w:hAnsi="Calibri"/>
          <w:color w:val="000000"/>
        </w:rPr>
      </w:pPr>
      <w:r w:rsidRPr="00C76675">
        <w:rPr>
          <w:rFonts w:ascii="Calibri" w:hAnsi="Calibri" w:cs="Arial"/>
          <w:noProof/>
        </w:rPr>
        <w:pict>
          <v:shape id="Obraz 7" o:spid="_x0000_i1031" type="#_x0000_t75" style="width:432.75pt;height:673.5pt;visibility:visible">
            <v:imagedata r:id="rId10" o:title=""/>
          </v:shape>
        </w:pict>
      </w:r>
      <w:r w:rsidRPr="007A568E">
        <w:rPr>
          <w:rFonts w:ascii="Calibri" w:hAnsi="Calibri" w:cs="Arial"/>
        </w:rPr>
        <w:t xml:space="preserve"> </w:t>
      </w:r>
      <w:r w:rsidRPr="007A568E">
        <w:rPr>
          <w:rFonts w:ascii="Calibri" w:hAnsi="Calibri"/>
          <w:color w:val="000000"/>
        </w:rPr>
        <w:br w:type="page"/>
      </w:r>
    </w:p>
    <w:p w:rsidR="004962A2" w:rsidRPr="000C5C41" w:rsidRDefault="004962A2" w:rsidP="000C5C41">
      <w:pPr>
        <w:pStyle w:val="Heading3"/>
        <w:jc w:val="both"/>
        <w:rPr>
          <w:rFonts w:ascii="Calibri" w:hAnsi="Calibri"/>
          <w:i w:val="0"/>
          <w:color w:val="000000"/>
          <w:sz w:val="24"/>
          <w:szCs w:val="24"/>
          <w:u w:val="single"/>
        </w:rPr>
      </w:pPr>
      <w:r w:rsidRPr="000C5C41">
        <w:rPr>
          <w:rFonts w:ascii="Calibri" w:hAnsi="Calibri"/>
          <w:i w:val="0"/>
          <w:color w:val="000000"/>
          <w:sz w:val="24"/>
          <w:szCs w:val="24"/>
          <w:u w:val="single"/>
        </w:rPr>
        <w:t xml:space="preserve">Procedura 8. Opracowanie procedur dot. opracowywania i aktualizacji standardów zadań publicznych w samorządzie </w:t>
      </w:r>
    </w:p>
    <w:p w:rsidR="004962A2" w:rsidRDefault="004962A2" w:rsidP="000C5C41">
      <w:pPr>
        <w:pStyle w:val="Heading3"/>
        <w:rPr>
          <w:rFonts w:ascii="Calibri" w:hAnsi="Calibri"/>
          <w:color w:val="000000"/>
        </w:rPr>
      </w:pPr>
    </w:p>
    <w:p w:rsidR="004962A2" w:rsidRDefault="004962A2">
      <w:pPr>
        <w:pStyle w:val="podproceduraodstep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Proces 19</w:t>
      </w:r>
    </w:p>
    <w:p w:rsidR="004962A2" w:rsidRPr="007A568E" w:rsidRDefault="004962A2">
      <w:pPr>
        <w:pStyle w:val="podproceduraodstep"/>
        <w:rPr>
          <w:rFonts w:ascii="Calibri" w:hAnsi="Calibri"/>
          <w:sz w:val="20"/>
          <w:szCs w:val="20"/>
        </w:rPr>
      </w:pPr>
    </w:p>
    <w:p w:rsidR="004962A2" w:rsidRPr="007A568E" w:rsidRDefault="004962A2">
      <w:pPr>
        <w:pStyle w:val="podproceduratabela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 INICJACJA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Kierownik Jednostki Organizacyjnej podjął decyzję o opracowaniu i aktualizacji standardów zadań publicznych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apodproceduratabela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 OPIS PRACY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Stanowisko wykonujące czynność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Wskazanie komórki odpowiedzialnej za opracowanie i aktualizację standardów zadań publicznych w samorządzie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Pismo wskazujące komórkę odpowiedzialną za opracowanie i aktualizację standardów zadań publicznych w samorządzie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Kierownik Jednostki Organizacyjnej Starostwa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Ustalenie obowiązujących standardów (ilościowych, jakościowych) działań diagnostycznych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W przypadku gdy 'Standardy są nie aktualne i adekwatne' to dalsze postępowanie zgodnie z L.p. 4 ALBO w przypadku gdy 'Standardy są aktualne i adekwatne' to dalsze postępowanie zgodnie z L.p. 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Standardy działań diagnostycznych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Komórka Organizacyjna Starostwa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Sporządzenie uzasadnienia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Sporządzono uzasadnienie o aktualności i adekwatności standardów zadań publicznych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Uzasadnienie (identyfikacja obszarów koniecznej aktualizacji standardów zadań publicznych)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Komórka Organizacyjna Starostwa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Sporządzenie uzasadnienia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Uzasadnienie (identyfikacja obszarów koniecznej aktualizacji standardów zadań publicznych)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Komórka Organizacyjna Starostwa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Standardy działań diagnostycznych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Przeprowadzenie aktualizacji standardów publicznych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Zaktualizowano standardy zadań publicznych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Standardy działań diagnostycznych;</w:t>
            </w:r>
          </w:p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Raport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podproceduratabelaI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III WYNIK REALIZACJI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Komórka Organizacyjna Starostwa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Sporządzono uzasadnienie o aktualności i adekwatności standardów zadań publicznych;</w:t>
            </w:r>
            <w:r w:rsidRPr="00C76675">
              <w:rPr>
                <w:rFonts w:ascii="Calibri" w:hAnsi="Calibri"/>
                <w:color w:val="000000"/>
              </w:rPr>
              <w:br/>
              <w:t>Uzasadnienie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Zaktualizowano standardy zadań publicznych;</w:t>
            </w:r>
            <w:r w:rsidRPr="00C76675">
              <w:rPr>
                <w:rFonts w:ascii="Calibri" w:hAnsi="Calibri"/>
                <w:color w:val="000000"/>
              </w:rPr>
              <w:br/>
              <w:t>Raport;</w:t>
            </w:r>
            <w:r w:rsidRPr="00C76675">
              <w:rPr>
                <w:rFonts w:ascii="Calibri" w:hAnsi="Calibri"/>
                <w:color w:val="000000"/>
              </w:rPr>
              <w:br/>
              <w:t>Standardy działań diagnostycznych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DOKUMENTY ZWIĄZANE:</w:t>
      </w:r>
    </w:p>
    <w:p w:rsidR="004962A2" w:rsidRPr="007A568E" w:rsidRDefault="004962A2">
      <w:pPr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1. Pismo wskazujące komórkę odpowiedzialną za opracowanie i aktualizację standardów zadań publicznych w samorządzie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2. Raport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3. Standardy działań diagnostycznych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4. Uzasadnienie</w:t>
      </w:r>
    </w:p>
    <w:p w:rsidR="004962A2" w:rsidRPr="007A568E" w:rsidRDefault="004962A2">
      <w:pPr>
        <w:pStyle w:val="podproceduratabelaIIItytu3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br w:type="page"/>
        <w:t>MODEL PROCESU:</w:t>
      </w:r>
    </w:p>
    <w:p w:rsidR="004962A2" w:rsidRDefault="004962A2">
      <w:pPr>
        <w:pStyle w:val="Heading3"/>
        <w:rPr>
          <w:rFonts w:ascii="Calibri" w:hAnsi="Calibri"/>
          <w:color w:val="000000"/>
        </w:rPr>
      </w:pPr>
      <w:r w:rsidRPr="00C76675">
        <w:rPr>
          <w:rFonts w:ascii="Calibri" w:hAnsi="Calibri" w:cs="Arial"/>
          <w:noProof/>
        </w:rPr>
        <w:pict>
          <v:shape id="Obraz 8" o:spid="_x0000_i1032" type="#_x0000_t75" style="width:477.75pt;height:459pt;visibility:visible">
            <v:imagedata r:id="rId11" o:title=""/>
          </v:shape>
        </w:pict>
      </w:r>
      <w:r w:rsidRPr="007A568E">
        <w:rPr>
          <w:rFonts w:ascii="Calibri" w:hAnsi="Calibri" w:cs="Arial"/>
        </w:rPr>
        <w:t xml:space="preserve"> </w:t>
      </w:r>
      <w:r w:rsidRPr="007A568E">
        <w:rPr>
          <w:rFonts w:ascii="Calibri" w:hAnsi="Calibri"/>
          <w:color w:val="000000"/>
        </w:rPr>
        <w:br w:type="page"/>
      </w:r>
    </w:p>
    <w:p w:rsidR="004962A2" w:rsidRPr="000C5C41" w:rsidRDefault="004962A2" w:rsidP="000C5C41">
      <w:pPr>
        <w:pStyle w:val="Heading3"/>
        <w:jc w:val="both"/>
        <w:rPr>
          <w:rFonts w:ascii="Arial" w:hAnsi="Arial" w:cs="Arial"/>
          <w:i w:val="0"/>
          <w:color w:val="000000"/>
          <w:sz w:val="28"/>
          <w:szCs w:val="28"/>
        </w:rPr>
      </w:pPr>
      <w:r w:rsidRPr="000C5C41">
        <w:rPr>
          <w:rFonts w:ascii="Arial" w:hAnsi="Arial" w:cs="Arial"/>
          <w:i w:val="0"/>
          <w:color w:val="000000"/>
          <w:sz w:val="28"/>
          <w:szCs w:val="28"/>
        </w:rPr>
        <w:t>Obszar 3. Partnerstwo projektowe w realizacji zadań publicznych</w:t>
      </w:r>
      <w:r w:rsidRPr="000C5C41">
        <w:rPr>
          <w:rFonts w:ascii="Arial" w:hAnsi="Arial" w:cs="Arial"/>
          <w:i w:val="0"/>
          <w:sz w:val="28"/>
          <w:szCs w:val="28"/>
        </w:rPr>
        <w:t>.</w:t>
      </w:r>
    </w:p>
    <w:p w:rsidR="004962A2" w:rsidRDefault="004962A2">
      <w:pPr>
        <w:pStyle w:val="Heading3"/>
        <w:rPr>
          <w:rFonts w:ascii="Calibri" w:hAnsi="Calibri"/>
          <w:color w:val="000000"/>
        </w:rPr>
      </w:pPr>
    </w:p>
    <w:p w:rsidR="004962A2" w:rsidRDefault="004962A2">
      <w:pPr>
        <w:pStyle w:val="Heading3"/>
        <w:rPr>
          <w:rFonts w:ascii="Calibri" w:hAnsi="Calibri"/>
          <w:color w:val="000000"/>
        </w:rPr>
      </w:pPr>
    </w:p>
    <w:p w:rsidR="004962A2" w:rsidRPr="000C5C41" w:rsidRDefault="004962A2" w:rsidP="000C5C41">
      <w:pPr>
        <w:pStyle w:val="Heading3"/>
        <w:jc w:val="both"/>
        <w:rPr>
          <w:rFonts w:ascii="Calibri" w:hAnsi="Calibri"/>
          <w:i w:val="0"/>
          <w:color w:val="000000"/>
          <w:sz w:val="24"/>
          <w:u w:val="single"/>
        </w:rPr>
      </w:pPr>
    </w:p>
    <w:p w:rsidR="004962A2" w:rsidRPr="000C5C41" w:rsidRDefault="004962A2" w:rsidP="000C5C41">
      <w:pPr>
        <w:pStyle w:val="Heading3"/>
        <w:jc w:val="both"/>
        <w:rPr>
          <w:rFonts w:ascii="Calibri" w:hAnsi="Calibri"/>
          <w:i w:val="0"/>
          <w:color w:val="000000"/>
          <w:sz w:val="24"/>
          <w:u w:val="single"/>
        </w:rPr>
      </w:pPr>
      <w:r w:rsidRPr="000C5C41">
        <w:rPr>
          <w:rFonts w:ascii="Calibri" w:hAnsi="Calibri"/>
          <w:i w:val="0"/>
          <w:color w:val="000000"/>
          <w:sz w:val="24"/>
          <w:u w:val="single"/>
        </w:rPr>
        <w:t xml:space="preserve">Procedura 1. Opracowanie procedur dot. zawierania partnerstw projektowych samorząd - organizacje pozarządowe w celu realizacji zadań publicznych </w:t>
      </w:r>
    </w:p>
    <w:p w:rsidR="004962A2" w:rsidRDefault="004962A2">
      <w:pPr>
        <w:pStyle w:val="podproceduraodstep"/>
        <w:rPr>
          <w:rFonts w:ascii="Calibri" w:hAnsi="Calibri"/>
          <w:color w:val="000000"/>
        </w:rPr>
      </w:pPr>
    </w:p>
    <w:p w:rsidR="004962A2" w:rsidRDefault="004962A2">
      <w:pPr>
        <w:pStyle w:val="podproceduraodstep"/>
        <w:rPr>
          <w:rFonts w:ascii="Calibri" w:hAnsi="Calibri"/>
          <w:color w:val="000000"/>
        </w:rPr>
      </w:pPr>
    </w:p>
    <w:p w:rsidR="004962A2" w:rsidRDefault="004962A2">
      <w:pPr>
        <w:pStyle w:val="podproceduraodstep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Proces 20</w:t>
      </w:r>
    </w:p>
    <w:p w:rsidR="004962A2" w:rsidRPr="007A568E" w:rsidRDefault="004962A2">
      <w:pPr>
        <w:pStyle w:val="podproceduraodstep"/>
        <w:rPr>
          <w:rFonts w:ascii="Calibri" w:hAnsi="Calibri"/>
          <w:sz w:val="20"/>
          <w:szCs w:val="20"/>
        </w:rPr>
      </w:pPr>
    </w:p>
    <w:p w:rsidR="004962A2" w:rsidRPr="007A568E" w:rsidRDefault="004962A2">
      <w:pPr>
        <w:pStyle w:val="podproceduratabela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 INICJACJA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Zidentyfikowano potrzebę partnerstwa w wydziale merytorycznym Starostwa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NGO zgłosiło do JST chęć powołania partnerstwa projektowego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apodproceduratabela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 OPIS PRACY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nag3wek2"/>
            </w:pPr>
            <w:r w:rsidRPr="00C76675">
              <w:rPr>
                <w:color w:val="000000"/>
              </w:rPr>
              <w:t>Stanowisko wykonujące czynność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Wybranie NGO do partnerstwa w celu realizacji zadania publicznego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Starosta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Przygotowanie projektu umowy partnerskiej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Projekt umowy partnerskiej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Wydział Merytoryczny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Uzasadnienie decyzji o niepowołaniu partnerstwa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Uzasadnienie o niepowołaniu partnerstwa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Zarząd Powiatu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Zaproszenie od NGO o chęci powołania partnerstwa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Ocena zgłoszeń pod kątem zapewnienia prawidłowej realizacji projektu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Zestawienie zaproszeń od NGO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Wydział Merytoryczny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Uzasadnienie o niepowołaniu partnerstwa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Udzielenie odpowiedzi wnioskodawcy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Wydział Merytoryczny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Zaproszenie NGO do partnerstwa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Opis wykonania czynności</w:t>
            </w: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 xml:space="preserve"> zaproszenie skierowane do ogółu NGO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Wydział Merytoryczny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7.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Projekt umowy partnerskiej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Podpisanie umowy przez zainteresowane strony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Umowa partnerska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NGO;</w:t>
            </w:r>
          </w:p>
          <w:p w:rsidR="004962A2" w:rsidRPr="00C76675" w:rsidRDefault="004962A2" w:rsidP="00E76DC5">
            <w:pPr>
              <w:pStyle w:val="apodproceduratabelaIItreoan"/>
              <w:rPr>
                <w:color w:val="000000"/>
              </w:rPr>
            </w:pPr>
            <w:r w:rsidRPr="00C76675">
              <w:rPr>
                <w:color w:val="000000"/>
              </w:rPr>
              <w:t>Zarząd Powiatu</w:t>
            </w:r>
          </w:p>
        </w:tc>
      </w:tr>
      <w:tr w:rsidR="004962A2" w:rsidRPr="00C76675" w:rsidTr="00E76DC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  <w:r w:rsidRPr="00C76675">
              <w:rPr>
                <w:color w:val="000000"/>
              </w:rPr>
              <w:t>8.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b"/>
            </w:pPr>
            <w:r w:rsidRPr="00C76675">
              <w:rPr>
                <w:color w:val="000000"/>
              </w:rPr>
              <w:t>Podjęcie decyzji w sprawie możliwości zawarcia partnerstwa projektowego</w:t>
            </w:r>
          </w:p>
          <w:p w:rsidR="004962A2" w:rsidRPr="00C76675" w:rsidRDefault="004962A2" w:rsidP="00E76DC5">
            <w:pPr>
              <w:pStyle w:val="apodproceduratabelaIItreoar"/>
            </w:pPr>
          </w:p>
          <w:p w:rsidR="004962A2" w:rsidRPr="00C76675" w:rsidRDefault="004962A2" w:rsidP="00E76DC5">
            <w:pPr>
              <w:pStyle w:val="apodproceduratabelaIItreoar"/>
            </w:pPr>
            <w:r w:rsidRPr="00C76675">
              <w:rPr>
                <w:color w:val="000000"/>
              </w:rPr>
              <w:t>Możliwość kontynuacji</w:t>
            </w:r>
          </w:p>
          <w:p w:rsidR="004962A2" w:rsidRPr="00C76675" w:rsidRDefault="004962A2" w:rsidP="00E76DC5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 w:rsidP="00E76DC5">
            <w:pPr>
              <w:pStyle w:val="apodproceduratabelaIItreoan"/>
            </w:pP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podproceduratabelaI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III WYNIK REALIZACJI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Komórka Organizacyjna Starostwa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Nie podpisano umowy partnerskiej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NGO;</w:t>
            </w:r>
            <w:r w:rsidRPr="00C76675">
              <w:rPr>
                <w:rFonts w:ascii="Calibri" w:hAnsi="Calibri"/>
                <w:color w:val="000000"/>
              </w:rPr>
              <w:br/>
              <w:t>Starosta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Podpisano umowę partnerską;</w:t>
            </w:r>
            <w:r w:rsidRPr="00C76675">
              <w:rPr>
                <w:rFonts w:ascii="Calibri" w:hAnsi="Calibri"/>
                <w:color w:val="000000"/>
              </w:rPr>
              <w:br/>
              <w:t>Umowa partnerska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DOKUMENTY ZWIĄZANE:</w:t>
      </w:r>
    </w:p>
    <w:p w:rsidR="004962A2" w:rsidRPr="007A568E" w:rsidRDefault="004962A2">
      <w:pPr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1. Projekt umowy partnerskiej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2. Umowa partnerska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3. Uzasadnienie o niepowołaniu partnerstwa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4. Zaproszenie od NGO o chęci powołania partnerstwa</w:t>
      </w: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5. Zestawienie zaproszeń od NGO</w:t>
      </w:r>
    </w:p>
    <w:p w:rsidR="004962A2" w:rsidRPr="007A568E" w:rsidRDefault="004962A2">
      <w:pPr>
        <w:pStyle w:val="podproceduratabelaIIItytu3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br w:type="page"/>
        <w:t>MODEL PROCESU:</w:t>
      </w:r>
    </w:p>
    <w:p w:rsidR="004962A2" w:rsidRDefault="004962A2">
      <w:pPr>
        <w:pStyle w:val="Heading3"/>
        <w:rPr>
          <w:rFonts w:ascii="Calibri" w:hAnsi="Calibri"/>
          <w:color w:val="000000"/>
        </w:rPr>
      </w:pPr>
      <w:r>
        <w:rPr>
          <w:noProof/>
        </w:rPr>
        <w:pict>
          <v:group id="_x0000_s1026" style="position:absolute;margin-left:-52.35pt;margin-top:65.8pt;width:343.45pt;height:471.2pt;z-index:251658240" coordorigin="654,1644" coordsize="6869,9424">
            <v:shape id="_x0000_s1027" style="position:absolute;left:3185;top:1683;width:815;height:509" coordsize="312,195" path="m37,l,98r37,97l275,195,312,98,275,,37,xe" fillcolor="#9f9f9f" stroked="f">
              <v:path arrowok="t"/>
            </v:shape>
            <v:shape id="_x0000_s1028" type="#_x0000_t75" style="position:absolute;left:3146;top:1644;width:820;height:514">
              <v:imagedata r:id="rId12" o:title=""/>
            </v:shape>
            <v:shape id="_x0000_s1029" type="#_x0000_t75" style="position:absolute;left:3146;top:1644;width:820;height:514">
              <v:imagedata r:id="rId13" o:title=""/>
            </v:shape>
            <v:shape id="_x0000_s1030" style="position:absolute;left:3146;top:1644;width:815;height:509" coordsize="312,195" path="m37,l275,r37,98l275,195r-238,l,98,37,xe" filled="f" strokeweight=".4pt">
              <v:path arrowok="t"/>
            </v:shape>
            <v:rect id="_x0000_s1031" style="position:absolute;left:3232;top:1646;width:723;height:115;mso-wrap-style:none" filled="f" stroked="f">
              <v:textbox style="mso-next-textbox:#_x0000_s1031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Zidentyfikowano</w:t>
                    </w:r>
                  </w:p>
                </w:txbxContent>
              </v:textbox>
            </v:rect>
            <v:rect id="_x0000_s1032" style="position:absolute;left:3133;top:1738;width:940;height:115;mso-wrap-style:none" filled="f" stroked="f">
              <v:textbox style="mso-next-textbox:#_x0000_s1032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potrzeb? partnerstwa</w:t>
                    </w:r>
                  </w:p>
                </w:txbxContent>
              </v:textbox>
            </v:rect>
            <v:rect id="_x0000_s1033" style="position:absolute;left:3337;top:1842;width:484;height:115;mso-wrap-style:none" filled="f" stroked="f">
              <v:textbox style="mso-next-textbox:#_x0000_s1033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w wydziale</w:t>
                    </w:r>
                  </w:p>
                </w:txbxContent>
              </v:textbox>
            </v:rect>
            <v:rect id="_x0000_s1034" style="position:absolute;left:3245;top:1947;width:678;height:115;mso-wrap-style:none" filled="f" stroked="f">
              <v:textbox style="mso-next-textbox:#_x0000_s1034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merytorycznym</w:t>
                    </w:r>
                  </w:p>
                </w:txbxContent>
              </v:textbox>
            </v:rect>
            <v:rect id="_x0000_s1035" style="position:absolute;left:3352;top:2051;width:445;height:115;mso-wrap-style:none" filled="f" stroked="f">
              <v:textbox style="mso-next-textbox:#_x0000_s1035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Starostwa</w:t>
                    </w:r>
                  </w:p>
                </w:txbxContent>
              </v:textbox>
            </v:rect>
            <v:shape id="_x0000_s1036" style="position:absolute;left:5273;top:1683;width:815;height:509" coordsize="312,195" path="m37,l,98r37,97l275,195,312,98,275,,37,xe" fillcolor="#9f9f9f" stroked="f">
              <v:path arrowok="t"/>
            </v:shape>
            <v:shape id="_x0000_s1037" type="#_x0000_t75" style="position:absolute;left:5234;top:1644;width:820;height:514">
              <v:imagedata r:id="rId14" o:title=""/>
            </v:shape>
            <v:shape id="_x0000_s1038" type="#_x0000_t75" style="position:absolute;left:5234;top:1644;width:820;height:514">
              <v:imagedata r:id="rId15" o:title=""/>
            </v:shape>
            <v:shape id="_x0000_s1039" style="position:absolute;left:5234;top:1644;width:815;height:509" coordsize="312,195" path="m37,l275,r37,98l275,195r-238,l,98,37,xe" filled="f" strokeweight=".4pt">
              <v:path arrowok="t"/>
            </v:shape>
            <v:rect id="_x0000_s1040" style="position:absolute;left:5537;top:1652;width:228;height:115;mso-wrap-style:none" filled="f" stroked="f">
              <v:textbox style="mso-next-textbox:#_x0000_s1040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NGO</w:t>
                    </w:r>
                  </w:p>
                </w:txbxContent>
              </v:textbox>
            </v:rect>
            <v:rect id="_x0000_s1041" style="position:absolute;left:5336;top:1743;width:745;height:115;mso-wrap-style:none" filled="f" stroked="f">
              <v:textbox style="mso-next-textbox:#_x0000_s1041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zg?osi?o do JST</w:t>
                    </w:r>
                  </w:p>
                </w:txbxContent>
              </v:textbox>
            </v:rect>
            <v:rect id="_x0000_s1042" style="position:absolute;left:5336;top:1834;width:729;height:115;mso-wrap-style:none" filled="f" stroked="f">
              <v:textbox style="mso-next-textbox:#_x0000_s1042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ch?? powo?ania</w:t>
                    </w:r>
                  </w:p>
                </w:txbxContent>
              </v:textbox>
            </v:rect>
            <v:rect id="_x0000_s1043" style="position:absolute;left:5407;top:1939;width:91;height:230;mso-wrap-style:none" filled="f" stroked="f">
              <v:textbox style="mso-next-textbox:#_x0000_s1043;mso-rotate-with-shape:t;mso-fit-shape-to-text:t" inset="0,0,0,0">
                <w:txbxContent>
                  <w:p w:rsidR="004962A2" w:rsidRDefault="004962A2"/>
                </w:txbxContent>
              </v:textbox>
            </v:rect>
            <v:rect id="_x0000_s1044" style="position:absolute;left:5375;top:2043;width:595;height:115;mso-wrap-style:none" filled="f" stroked="f">
              <v:textbox style="mso-next-textbox:#_x0000_s1044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projektowego</w:t>
                    </w:r>
                  </w:p>
                </w:txbxContent>
              </v:textbox>
            </v:rect>
            <v:oval id="_x0000_s1045" style="position:absolute;left:4506;top:2458;width:261;height:261" fillcolor="#9f9f9f" stroked="f"/>
            <v:oval id="_x0000_s1046" style="position:absolute;left:4467;top:2419;width:261;height:261" fillcolor="#b4b4b4" stroked="f"/>
            <v:oval id="_x0000_s1047" style="position:absolute;left:4467;top:2419;width:261;height:261" filled="f" strokeweight=".4pt"/>
            <v:shape id="_x0000_s1048" style="position:absolute;left:4532;top:2492;width:131;height:115" coordsize="50,44" path="m,l25,44,50,e" filled="f" strokeweight=".4pt">
              <v:path arrowok="t"/>
            </v:shape>
            <v:line id="_x0000_s1049" style="position:absolute" from="3553,2153" to="3553,2550" strokeweight=".25pt"/>
            <v:line id="_x0000_s1050" style="position:absolute" from="3553,2550" to="4467,2550" strokeweight=".25pt"/>
            <v:shape id="_x0000_s1051" style="position:absolute;left:4423;top:2503;width:39;height:94;flip:x y" coordsize="15,36" path="m15,l,18,15,36e" filled="f" strokeweight=".3pt">
              <v:path arrowok="t"/>
            </v:shape>
            <v:line id="_x0000_s1052" style="position:absolute" from="5641,2153" to="5641,2550" strokeweight=".25pt"/>
            <v:line id="_x0000_s1053" style="position:absolute;flip:x" from="4728,2550" to="5641,2550" strokeweight=".25pt"/>
            <v:shape id="_x0000_s1054" style="position:absolute;left:4733;top:2503;width:39;height:94" coordsize="15,36" path="m15,l,18,15,36e" filled="f" strokeweight=".25pt">
              <v:path arrowok="t"/>
            </v:shape>
            <v:shape id="_x0000_s1055" style="position:absolute;left:4232;top:2991;width:812;height:504" coordsize="311,193" path="m30,hdc13,,,13,,30hal,163hdc,180,13,193,30,193hal281,193hdc298,193,311,180,311,163hal311,30hdc311,13,298,,281,hal30,hdxe" fillcolor="#9f9f9f" stroked="f">
              <v:path arrowok="t"/>
            </v:shape>
            <v:shape id="_x0000_s1056" type="#_x0000_t75" style="position:absolute;left:4193;top:2952;width:817;height:509">
              <v:imagedata r:id="rId16" o:title=""/>
            </v:shape>
            <v:shape id="_x0000_s1057" type="#_x0000_t75" style="position:absolute;left:4193;top:2952;width:817;height:509">
              <v:imagedata r:id="rId17" o:title=""/>
            </v:shape>
            <v:roundrect id="_x0000_s1058" style="position:absolute;left:4193;top:2952;width:812;height:504" arcsize="10018f" filled="f" strokeweight=".4pt"/>
            <v:rect id="_x0000_s1059" style="position:absolute;left:4276;top:2986;width:718;height:115;mso-wrap-style:none" filled="f" stroked="f">
              <v:textbox style="mso-next-textbox:#_x0000_s1059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Podj?cie decyzji</w:t>
                    </w:r>
                  </w:p>
                </w:txbxContent>
              </v:textbox>
            </v:rect>
            <v:rect id="_x0000_s1060" style="position:absolute;left:4396;top:3090;width:445;height:115;mso-wrap-style:none" filled="f" stroked="f">
              <v:textbox style="mso-next-textbox:#_x0000_s1060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w sprawie</w:t>
                    </w:r>
                  </w:p>
                </w:txbxContent>
              </v:textbox>
            </v:rect>
            <v:rect id="_x0000_s1061" style="position:absolute;left:4381;top:3181;width:495;height:115;mso-wrap-style:none" filled="f" stroked="f">
              <v:textbox style="mso-next-textbox:#_x0000_s1061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mo?liwo?ci</w:t>
                    </w:r>
                  </w:p>
                </w:txbxContent>
              </v:textbox>
            </v:rect>
            <v:rect id="_x0000_s1062" style="position:absolute;left:4423;top:3286;width:395;height:115;mso-wrap-style:none" filled="f" stroked="f">
              <v:textbox style="mso-next-textbox:#_x0000_s1062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zawarcia</w:t>
                    </w:r>
                  </w:p>
                </w:txbxContent>
              </v:textbox>
            </v:rect>
            <v:rect id="_x0000_s1063" style="position:absolute;left:4363;top:3390;width:523;height:115;mso-wrap-style:none" filled="f" stroked="f">
              <v:textbox style="mso-next-textbox:#_x0000_s1063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partnerstwa</w:t>
                    </w:r>
                  </w:p>
                </w:txbxContent>
              </v:textbox>
            </v:rect>
            <v:rect id="_x0000_s1064" style="position:absolute;left:4331;top:3495;width:595;height:115;mso-wrap-style:none" filled="f" stroked="f">
              <v:textbox style="mso-next-textbox:#_x0000_s1064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projektowego</w:t>
                    </w:r>
                  </w:p>
                </w:txbxContent>
              </v:textbox>
            </v:rect>
            <v:rect id="_x0000_s1065" style="position:absolute;left:5456;top:3087;width:974;height:308" fillcolor="#9f9f9f" stroked="f"/>
            <v:rect id="_x0000_s1066" style="position:absolute;left:5417;top:3048;width:973;height:308" fillcolor="#ffffe6" stroked="f"/>
            <v:rect id="_x0000_s1067" style="position:absolute;left:5417;top:3048;width:973;height:308" filled="f" strokeweight=".4pt"/>
            <v:line id="_x0000_s1068" style="position:absolute" from="6312,3315" to="6341,3346" strokeweight=".15pt"/>
            <v:line id="_x0000_s1069" style="position:absolute;flip:x" from="6312,3315" to="6341,3346" strokeweight=".15pt"/>
            <v:line id="_x0000_s1070" style="position:absolute" from="6354,3315" to="6383,3315" strokeweight=".15pt"/>
            <v:line id="_x0000_s1071" style="position:absolute" from="6370,3315" to="6370,3346" strokeweight=".15pt"/>
            <v:line id="_x0000_s1072" style="position:absolute" from="6268,3315" to="6299,3315" strokeweight=".15pt"/>
            <v:line id="_x0000_s1073" style="position:absolute" from="6268,3328" to="6297,3328" strokeweight=".15pt"/>
            <v:line id="_x0000_s1074" style="position:absolute" from="6268,3346" to="6297,3346" strokeweight=".15pt"/>
            <v:line id="_x0000_s1075" style="position:absolute" from="6268,3315" to="6268,3346" strokeweight=".15pt"/>
            <v:rect id="_x0000_s1076" style="position:absolute;left:5594;top:3132;width:695;height:115;mso-wrap-style:none" filled="f" stroked="f">
              <v:textbox style="mso-next-textbox:#_x0000_s1076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Zarz?d Powiatu</w:t>
                    </w:r>
                  </w:p>
                </w:txbxContent>
              </v:textbox>
            </v:rect>
            <v:line id="_x0000_s1077" style="position:absolute;flip:x" from="5005,3202" to="5417,3202" strokeweight=".25pt"/>
            <v:line id="_x0000_s1078" style="position:absolute" from="4597,2680" to="4597,2952" strokeweight=".25pt"/>
            <v:shape id="_x0000_s1079" style="position:absolute;left:4550;top:2907;width:94;height:40;flip:y" coordsize="15,36" path="m15,l,18,15,36e" filled="f" strokeweight="0">
              <v:path arrowok="t"/>
            </v:shape>
            <v:oval id="_x0000_s1080" style="position:absolute;left:4506;top:3894;width:261;height:261" fillcolor="#9f9f9f" stroked="f"/>
            <v:oval id="_x0000_s1081" style="position:absolute;left:4467;top:3855;width:261;height:261" fillcolor="#b4b4b4" stroked="f"/>
            <v:oval id="_x0000_s1082" style="position:absolute;left:4467;top:3855;width:261;height:261" filled="f" strokeweight=".4pt"/>
            <v:line id="_x0000_s1083" style="position:absolute" from="4545,3933" to="4650,4038" strokeweight=".4pt"/>
            <v:line id="_x0000_s1084" style="position:absolute;flip:x" from="4545,3933" to="4650,4038" strokeweight=".4pt"/>
            <v:line id="_x0000_s1085" style="position:absolute" from="4597,3456" to="4597,3855" strokeweight=".25pt"/>
            <v:shape id="_x0000_s1086" style="position:absolute;left:4550;top:3811;width:94;height:39;flip:y" coordsize="15,36" path="m15,l,18,15,36e" filled="f" strokeweight="0">
              <v:path arrowok="t"/>
            </v:shape>
            <v:shape id="_x0000_s1087" style="position:absolute;left:1750;top:4424;width:814;height:509" coordsize="312,195" path="m37,l,98r37,97l275,195,312,98,275,,37,xe" fillcolor="#9f9f9f" stroked="f">
              <v:path arrowok="t"/>
            </v:shape>
            <v:shape id="_x0000_s1088" type="#_x0000_t75" style="position:absolute;left:1711;top:4385;width:819;height:514">
              <v:imagedata r:id="rId18" o:title=""/>
            </v:shape>
            <v:shape id="_x0000_s1089" type="#_x0000_t75" style="position:absolute;left:1711;top:4385;width:819;height:514">
              <v:imagedata r:id="rId19" o:title=""/>
            </v:shape>
            <v:shape id="_x0000_s1090" style="position:absolute;left:1711;top:4385;width:814;height:509" coordsize="312,195" path="m37,l275,r37,98l275,195r-238,l,98,37,xe" filled="f" strokeweight=".4pt">
              <v:path arrowok="t"/>
            </v:shape>
            <v:rect id="_x0000_s1091" style="position:absolute;left:1980;top:4453;width:312;height:115;mso-wrap-style:none" filled="f" stroked="f">
              <v:textbox style="mso-next-textbox:#_x0000_s1091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Zarz?d</w:t>
                    </w:r>
                  </w:p>
                </w:txbxContent>
              </v:textbox>
            </v:rect>
            <v:rect id="_x0000_s1092" style="position:absolute;left:1886;top:4544;width:556;height:115;mso-wrap-style:none" filled="f" stroked="f">
              <v:textbox style="mso-next-textbox:#_x0000_s1092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zdecydowa?</w:t>
                    </w:r>
                  </w:p>
                </w:txbxContent>
              </v:textbox>
            </v:rect>
            <v:rect id="_x0000_s1093" style="position:absolute;left:1883;top:4635;width:568;height:115;mso-wrap-style:none" filled="f" stroked="f">
              <v:textbox style="mso-next-textbox:#_x0000_s1093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o powo?aniu</w:t>
                    </w:r>
                  </w:p>
                </w:txbxContent>
              </v:textbox>
            </v:rect>
            <v:rect id="_x0000_s1094" style="position:absolute;left:1883;top:4740;width:523;height:115;mso-wrap-style:none" filled="f" stroked="f">
              <v:textbox style="mso-next-textbox:#_x0000_s1094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partnerstwa</w:t>
                    </w:r>
                  </w:p>
                </w:txbxContent>
              </v:textbox>
            </v:rect>
            <v:shape id="_x0000_s1095" style="position:absolute;left:6709;top:4424;width:814;height:509" coordsize="312,195" path="m37,l,98r37,97l275,195,312,98,275,,37,xe" fillcolor="#9f9f9f" stroked="f">
              <v:path arrowok="t"/>
            </v:shape>
            <v:shape id="_x0000_s1096" type="#_x0000_t75" style="position:absolute;left:6670;top:4385;width:819;height:514">
              <v:imagedata r:id="rId20" o:title=""/>
            </v:shape>
            <v:shape id="_x0000_s1097" type="#_x0000_t75" style="position:absolute;left:6670;top:4385;width:819;height:514">
              <v:imagedata r:id="rId21" o:title=""/>
            </v:shape>
            <v:shape id="_x0000_s1098" style="position:absolute;left:6670;top:4385;width:814;height:509" coordsize="312,195" path="m37,l275,r37,98l275,195r-238,l,98,37,xe" filled="f" strokeweight=".4pt">
              <v:path arrowok="t"/>
            </v:shape>
            <v:rect id="_x0000_s1099" style="position:absolute;left:6939;top:4453;width:312;height:115;mso-wrap-style:none" filled="f" stroked="f">
              <v:textbox style="mso-next-textbox:#_x0000_s1099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Zarz?d</w:t>
                    </w:r>
                  </w:p>
                </w:txbxContent>
              </v:textbox>
            </v:rect>
            <v:rect id="_x0000_s1100" style="position:absolute;left:6845;top:4544;width:556;height:115;mso-wrap-style:none" filled="f" stroked="f">
              <v:textbox style="mso-next-textbox:#_x0000_s1100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zdecydowa?</w:t>
                    </w:r>
                  </w:p>
                </w:txbxContent>
              </v:textbox>
            </v:rect>
            <v:rect id="_x0000_s1101" style="position:absolute;left:6772;top:4635;width:729;height:115;mso-wrap-style:none" filled="f" stroked="f">
              <v:textbox style="mso-next-textbox:#_x0000_s1101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o nie powo?aniu</w:t>
                    </w:r>
                  </w:p>
                </w:txbxContent>
              </v:textbox>
            </v:rect>
            <v:rect id="_x0000_s1102" style="position:absolute;left:6842;top:4740;width:523;height:115;mso-wrap-style:none" filled="f" stroked="f">
              <v:textbox style="mso-next-textbox:#_x0000_s1102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partnerstwa</w:t>
                    </w:r>
                  </w:p>
                </w:txbxContent>
              </v:textbox>
            </v:rect>
            <v:line id="_x0000_s1103" style="position:absolute;flip:x" from="2118,3985" to="4467,3985" strokeweight=".25pt"/>
            <v:line id="_x0000_s1104" style="position:absolute" from="2118,3985" to="2118,4385" strokeweight=".25pt"/>
            <v:shape id="_x0000_s1105" style="position:absolute;left:2071;top:4341;width:94;height:39;flip:y" coordsize="15,36" path="m15,l,18,15,36e" filled="f" strokeweight="0">
              <v:path arrowok="t"/>
            </v:shape>
            <v:line id="_x0000_s1106" style="position:absolute" from="4728,3985" to="7077,3985" strokeweight=".25pt"/>
            <v:line id="_x0000_s1107" style="position:absolute" from="7077,3985" to="7077,4385" strokeweight=".25pt"/>
            <v:shape id="_x0000_s1108" style="position:absolute;left:7030;top:4341;width:94;height:39;flip:y" coordsize="15,36" path="m15,l,18,15,36e" filled="f" strokeweight="0">
              <v:path arrowok="t"/>
            </v:shape>
            <v:shape id="_x0000_s1109" style="position:absolute;left:1753;top:5471;width:811;height:504" coordsize="311,193" path="m30,hdc13,,,13,,30hal,163hdc,180,13,193,30,193hal281,193hdc298,193,311,180,311,163hal311,30hdc311,13,298,,281,hal30,hdxe" fillcolor="#9f9f9f" stroked="f">
              <v:path arrowok="t"/>
            </v:shape>
            <v:shape id="_x0000_s1110" type="#_x0000_t75" style="position:absolute;left:1713;top:5432;width:817;height:509">
              <v:imagedata r:id="rId22" o:title=""/>
            </v:shape>
            <v:shape id="_x0000_s1111" type="#_x0000_t75" style="position:absolute;left:1713;top:5432;width:817;height:509">
              <v:imagedata r:id="rId23" o:title=""/>
            </v:shape>
            <v:roundrect id="_x0000_s1112" style="position:absolute;left:1713;top:5432;width:812;height:503" arcsize="10018f" filled="f" strokeweight=".4pt"/>
            <v:rect id="_x0000_s1113" style="position:absolute;left:1758;top:5575;width:806;height:115;mso-wrap-style:none" filled="f" stroked="f">
              <v:textbox style="mso-next-textbox:#_x0000_s1113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Zaproszenie NGO</w:t>
                    </w:r>
                  </w:p>
                </w:txbxContent>
              </v:textbox>
            </v:rect>
            <v:rect id="_x0000_s1114" style="position:absolute;left:1820;top:5680;width:662;height:115;mso-wrap-style:none" filled="f" stroked="f">
              <v:textbox style="mso-next-textbox:#_x0000_s1114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do partnerstwa</w:t>
                    </w:r>
                  </w:p>
                </w:txbxContent>
              </v:textbox>
            </v:rect>
            <v:line id="_x0000_s1115" style="position:absolute" from="2118,4894" to="2118,5432" strokeweight=".25pt"/>
            <v:shape id="_x0000_s1116" style="position:absolute;left:2071;top:5387;width:94;height:39;flip:y" coordsize="15,36" path="m15,l,18,15,36e" filled="f" strokeweight="0">
              <v:path arrowok="t"/>
            </v:shape>
            <v:rect id="_x0000_s1117" style="position:absolute;left:2977;top:5567;width:973;height:308" fillcolor="#9f9f9f" stroked="f"/>
            <v:rect id="_x0000_s1118" style="position:absolute;left:2937;top:5528;width:974;height:308" fillcolor="#ffffe6" stroked="f"/>
            <v:rect id="_x0000_s1119" style="position:absolute;left:2937;top:5528;width:974;height:308" filled="f" strokeweight=".4pt"/>
            <v:line id="_x0000_s1120" style="position:absolute" from="3833,5795" to="3861,5826" strokeweight=".15pt"/>
            <v:line id="_x0000_s1121" style="position:absolute;flip:x" from="3833,5795" to="3861,5826" strokeweight=".15pt"/>
            <v:line id="_x0000_s1122" style="position:absolute" from="3874,5795" to="3903,5795" strokeweight=".15pt"/>
            <v:line id="_x0000_s1123" style="position:absolute" from="3890,5795" to="3890,5826" strokeweight=".15pt"/>
            <v:line id="_x0000_s1124" style="position:absolute" from="3788,5795" to="3820,5795" strokeweight=".15pt"/>
            <v:line id="_x0000_s1125" style="position:absolute" from="3788,5808" to="3817,5808" strokeweight=".15pt"/>
            <v:line id="_x0000_s1126" style="position:absolute" from="3788,5826" to="3817,5826" strokeweight=".15pt"/>
            <v:line id="_x0000_s1127" style="position:absolute" from="3788,5795" to="3788,5826" strokeweight=".15pt"/>
            <v:rect id="_x0000_s1128" style="position:absolute;left:2945;top:5552;width:552;height:69;mso-wrap-style:none" filled="f" stroked="f">
              <v:textbox style="mso-next-textbox:#_x0000_s1128;mso-rotate-with-shape:t;mso-fit-shape-to-text:t" inset="0,0,0,0">
                <w:txbxContent>
                  <w:p w:rsidR="004962A2" w:rsidRPr="0002544E" w:rsidRDefault="004962A2">
                    <w:pPr>
                      <w:rPr>
                        <w:sz w:val="6"/>
                        <w:szCs w:val="6"/>
                      </w:rPr>
                    </w:pPr>
                    <w:r w:rsidRPr="0002544E">
                      <w:rPr>
                        <w:sz w:val="6"/>
                        <w:szCs w:val="6"/>
                      </w:rPr>
                      <w:t xml:space="preserve">Wydział merytoryczny </w:t>
                    </w:r>
                  </w:p>
                </w:txbxContent>
              </v:textbox>
            </v:rect>
            <v:rect id="_x0000_s1129" style="position:absolute;left:3222;top:5656;width:91;height:230;mso-wrap-style:none" filled="f" stroked="f">
              <v:textbox style="mso-next-textbox:#_x0000_s1129;mso-rotate-with-shape:t;mso-fit-shape-to-text:t" inset="0,0,0,0">
                <w:txbxContent>
                  <w:p w:rsidR="004962A2" w:rsidRDefault="004962A2"/>
                </w:txbxContent>
              </v:textbox>
            </v:rect>
            <v:line id="_x0000_s1130" style="position:absolute;flip:x" from="2525,5682" to="2937,5682" strokeweight=".25pt"/>
            <v:shape id="_x0000_s1131" style="position:absolute;left:1750;top:6382;width:814;height:509" coordsize="312,195" path="m37,l,98r37,97l275,195,312,98,275,,37,xe" fillcolor="#9f9f9f" stroked="f">
              <v:path arrowok="t"/>
            </v:shape>
            <v:shape id="_x0000_s1132" type="#_x0000_t75" style="position:absolute;left:1711;top:6343;width:819;height:514">
              <v:imagedata r:id="rId24" o:title=""/>
            </v:shape>
            <v:shape id="_x0000_s1133" type="#_x0000_t75" style="position:absolute;left:1711;top:6343;width:819;height:514">
              <v:imagedata r:id="rId25" o:title=""/>
            </v:shape>
            <v:shape id="_x0000_s1134" style="position:absolute;left:1711;top:6343;width:814;height:509" coordsize="312,195" path="m37,l275,r37,98l275,195r-238,l,98,37,xe" filled="f" strokeweight=".4pt">
              <v:path arrowok="t"/>
            </v:shape>
            <v:rect id="_x0000_s1135" style="position:absolute;left:1773;top:6463;width:795;height:115;mso-wrap-style:none" filled="f" stroked="f">
              <v:textbox style="mso-next-textbox:#_x0000_s1135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NGO dostarczy?o</w:t>
                    </w:r>
                  </w:p>
                </w:txbxContent>
              </v:textbox>
            </v:rect>
            <v:rect id="_x0000_s1136" style="position:absolute;left:1755;top:6554;width:851;height:115;mso-wrap-style:none" filled="f" stroked="f">
              <v:textbox style="mso-next-textbox:#_x0000_s1136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zg?oszenie o ch?ci</w:t>
                    </w:r>
                  </w:p>
                </w:txbxContent>
              </v:textbox>
            </v:rect>
            <v:rect id="_x0000_s1137" style="position:absolute;left:1674;top:6646;width:1034;height:115;mso-wrap-style:none" filled="f" stroked="f">
              <v:textbox style="mso-next-textbox:#_x0000_s1137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powo?ania partnerstwa</w:t>
                    </w:r>
                  </w:p>
                </w:txbxContent>
              </v:textbox>
            </v:rect>
            <v:line id="_x0000_s1138" style="position:absolute" from="2118,5935" to="2118,6343" strokeweight=".25pt"/>
            <v:shape id="_x0000_s1139" style="position:absolute;left:2071;top:6298;width:94;height:40;flip:y" coordsize="15,36" path="m15,l,18,15,36e" filled="f" strokeweight="0">
              <v:path arrowok="t"/>
            </v:shape>
            <v:shape id="_x0000_s1140" style="position:absolute;left:1753;top:7559;width:811;height:504" coordsize="311,193" path="m30,hdc13,,,13,,30hal,163hdc,180,13,193,30,193hal281,193hdc298,193,311,180,311,163hal311,30hdc311,13,298,,281,hal30,hdxe" fillcolor="#9f9f9f" stroked="f">
              <v:path arrowok="t"/>
            </v:shape>
            <v:shape id="_x0000_s1141" type="#_x0000_t75" style="position:absolute;left:1713;top:7520;width:817;height:509">
              <v:imagedata r:id="rId26" o:title=""/>
            </v:shape>
            <v:shape id="_x0000_s1142" type="#_x0000_t75" style="position:absolute;left:1713;top:7520;width:817;height:509">
              <v:imagedata r:id="rId27" o:title=""/>
            </v:shape>
            <v:roundrect id="_x0000_s1143" style="position:absolute;left:1713;top:7520;width:812;height:504" arcsize="10018f" filled="f" strokeweight=".4pt"/>
            <v:rect id="_x0000_s1144" style="position:absolute;left:1797;top:7528;width:751;height:115;mso-wrap-style:none" filled="f" stroked="f">
              <v:textbox style="mso-next-textbox:#_x0000_s1144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Ocena zg?osze?</w:t>
                    </w:r>
                  </w:p>
                </w:txbxContent>
              </v:textbox>
            </v:rect>
            <v:rect id="_x0000_s1145" style="position:absolute;left:1907;top:7619;width:384;height:115;mso-wrap-style:none" filled="f" stroked="f">
              <v:textbox style="mso-next-textbox:#_x0000_s1145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pod k?te</w:t>
                    </w:r>
                  </w:p>
                </w:txbxContent>
              </v:textbox>
            </v:rect>
            <v:rect id="_x0000_s1146" style="position:absolute;left:1873;top:7724;width:556;height:115;mso-wrap-style:none" filled="f" stroked="f">
              <v:textbox style="mso-next-textbox:#_x0000_s1146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zapewnienia</w:t>
                    </w:r>
                  </w:p>
                </w:txbxContent>
              </v:textbox>
            </v:rect>
            <v:rect id="_x0000_s1147" style="position:absolute;left:1883;top:7815;width:556;height:115;mso-wrap-style:none" filled="f" stroked="f">
              <v:textbox style="mso-next-textbox:#_x0000_s1147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prawid?owej</w:t>
                    </w:r>
                  </w:p>
                </w:txbxContent>
              </v:textbox>
            </v:rect>
            <v:rect id="_x0000_s1148" style="position:absolute;left:1771;top:7919;width:773;height:115;mso-wrap-style:none" filled="f" stroked="f">
              <v:textbox style="mso-next-textbox:#_x0000_s1148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realizacji projektu</w:t>
                    </w:r>
                  </w:p>
                </w:txbxContent>
              </v:textbox>
            </v:rect>
            <v:line id="_x0000_s1149" style="position:absolute" from="2118,6852" to="2118,7520" strokeweight=".25pt"/>
            <v:shape id="_x0000_s1150" style="position:absolute;left:2071;top:7476;width:94;height:39;flip:y" coordsize="15,36" path="m15,l,18,15,36e" filled="f" strokeweight="0">
              <v:path arrowok="t"/>
            </v:shape>
            <v:rect id="_x0000_s1151" style="position:absolute;left:2977;top:7656;width:973;height:308" fillcolor="#9f9f9f" stroked="f"/>
            <v:rect id="_x0000_s1152" style="position:absolute;left:2937;top:7617;width:974;height:308" fillcolor="#ffffe6" stroked="f"/>
            <v:rect id="_x0000_s1153" style="position:absolute;left:2937;top:7617;width:974;height:308" filled="f" strokeweight=".4pt"/>
            <v:line id="_x0000_s1154" style="position:absolute" from="3833,7883" to="3861,7914" strokeweight=".15pt"/>
            <v:line id="_x0000_s1155" style="position:absolute;flip:x" from="3833,7883" to="3861,7914" strokeweight=".15pt"/>
            <v:line id="_x0000_s1156" style="position:absolute" from="3874,7883" to="3903,7883" strokeweight=".15pt"/>
            <v:line id="_x0000_s1157" style="position:absolute" from="3890,7883" to="3890,7914" strokeweight=".15pt"/>
            <v:line id="_x0000_s1158" style="position:absolute" from="3788,7883" to="3820,7883" strokeweight=".15pt"/>
            <v:line id="_x0000_s1159" style="position:absolute" from="3788,7896" to="3817,7896" strokeweight=".15pt"/>
            <v:line id="_x0000_s1160" style="position:absolute" from="3788,7914" to="3817,7914" strokeweight=".15pt"/>
            <v:line id="_x0000_s1161" style="position:absolute" from="3788,7883" to="3788,7914" strokeweight=".15pt"/>
            <v:rect id="_x0000_s1162" style="position:absolute;left:2945;top:7640;width:973;height:115;mso-wrap-style:none" filled="f" stroked="f">
              <v:textbox style="mso-next-textbox:#_x0000_s1162;mso-rotate-with-shape:t;mso-fit-shape-to-text:t" inset="0,0,0,0">
                <w:txbxContent>
                  <w:p w:rsidR="004962A2" w:rsidRPr="0002544E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</w:rPr>
                      <w:t xml:space="preserve">Wydział merytoryczny </w:t>
                    </w:r>
                  </w:p>
                </w:txbxContent>
              </v:textbox>
            </v:rect>
            <v:rect id="_x0000_s1163" style="position:absolute;left:3222;top:7745;width:91;height:230;mso-wrap-style:none" filled="f" stroked="f">
              <v:textbox style="mso-next-textbox:#_x0000_s1163;mso-rotate-with-shape:t;mso-fit-shape-to-text:t" inset="0,0,0,0">
                <w:txbxContent>
                  <w:p w:rsidR="004962A2" w:rsidRDefault="004962A2"/>
                </w:txbxContent>
              </v:textbox>
            </v:rect>
            <v:shape id="_x0000_s1164" style="position:absolute;left:706;top:7034;width:814;height:509" coordsize="312,195" path="m,l,171r62,24l250,148r62,23l312,,,xe" fillcolor="#9f9f9f" stroked="f">
              <v:path arrowok="t"/>
            </v:shape>
            <v:shape id="_x0000_s1165" style="position:absolute;left:667;top:6995;width:814;height:509" coordsize="312,195" path="m,l312,r,171l250,148,62,195,,171,,xe" fillcolor="#c9cfed" stroked="f">
              <v:path arrowok="t"/>
            </v:shape>
            <v:shape id="_x0000_s1166" style="position:absolute;left:667;top:6995;width:814;height:509" coordsize="312,195" path="m,l312,r,171l250,148,62,195,,171,,xe" filled="f" strokeweight=".4pt">
              <v:path arrowok="t"/>
            </v:shape>
            <v:rect id="_x0000_s1167" style="position:absolute;left:654;top:7027;width:945;height:115;mso-wrap-style:none" filled="f" stroked="f">
              <v:textbox style="mso-next-textbox:#_x0000_s1167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Zaproszenie od NGO</w:t>
                    </w:r>
                  </w:p>
                </w:txbxContent>
              </v:textbox>
            </v:rect>
            <v:rect id="_x0000_s1168" style="position:absolute;left:722;top:7118;width:829;height:115;mso-wrap-style:none" filled="f" stroked="f">
              <v:textbox style="mso-next-textbox:#_x0000_s1168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o ch?ci powo?ania</w:t>
                    </w:r>
                  </w:p>
                </w:txbxContent>
              </v:textbox>
            </v:rect>
            <v:rect id="_x0000_s1169" style="position:absolute;left:839;top:7222;width:523;height:115;mso-wrap-style:none" filled="f" stroked="f">
              <v:textbox style="mso-next-textbox:#_x0000_s1169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partnerstwa</w:t>
                    </w:r>
                  </w:p>
                </w:txbxContent>
              </v:textbox>
            </v:rect>
            <v:line id="_x0000_s1170" style="position:absolute" from="1074,7442" to="1074,7640" strokeweight=".25pt"/>
            <v:line id="_x0000_s1171" style="position:absolute" from="1074,7640" to="1713,7640" strokeweight=".25pt"/>
            <v:shape id="_x0000_s1172" style="position:absolute;left:1669;top:7593;width:39;height:94;flip:x y" coordsize="15,36" path="m15,l,18,15,36e" filled="f" strokeweight=".25pt">
              <v:path arrowok="t"/>
            </v:shape>
            <v:line id="_x0000_s1173" style="position:absolute;flip:x" from="2525,7771" to="2937,7771" strokeweight=".25pt"/>
            <v:shape id="_x0000_s1174" style="position:absolute;left:706;top:8079;width:814;height:509" coordsize="312,195" path="m,l,171r62,24l250,148r62,23l312,,,xe" fillcolor="#9f9f9f" stroked="f">
              <v:path arrowok="t"/>
            </v:shape>
            <v:shape id="_x0000_s1175" style="position:absolute;left:667;top:8040;width:814;height:509" coordsize="312,195" path="m,l312,r,171l250,148,62,195,,171,,xe" fillcolor="#c9cfed" stroked="f">
              <v:path arrowok="t"/>
            </v:shape>
            <v:shape id="_x0000_s1176" style="position:absolute;left:667;top:8040;width:814;height:509" coordsize="312,195" path="m,l312,r,171l250,148,62,195,,171,,xe" filled="f" strokeweight=".4pt">
              <v:path arrowok="t"/>
            </v:shape>
            <v:rect id="_x0000_s1177" style="position:absolute;left:836;top:8071;width:534;height:115;mso-wrap-style:none" filled="f" stroked="f">
              <v:textbox style="mso-next-textbox:#_x0000_s1177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Zestawienie</w:t>
                    </w:r>
                  </w:p>
                </w:txbxContent>
              </v:textbox>
            </v:rect>
            <v:rect id="_x0000_s1178" style="position:absolute;left:690;top:8162;width:856;height:115;mso-wrap-style:none" filled="f" stroked="f">
              <v:textbox style="mso-next-textbox:#_x0000_s1178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zaprosze? od NGO</w:t>
                    </w:r>
                  </w:p>
                </w:txbxContent>
              </v:textbox>
            </v:rect>
            <v:line id="_x0000_s1179" style="position:absolute;flip:x" from="1074,7901" to="1713,7901" strokeweight=".25pt"/>
            <v:line id="_x0000_s1180" style="position:absolute" from="1074,7901" to="1074,8040" strokeweight=".25pt"/>
            <v:shape id="_x0000_s1181" style="position:absolute;left:1027;top:7995;width:94;height:39;flip:y" coordsize="15,36" path="m15,l,18,15,36e" filled="f" strokeweight="0">
              <v:path arrowok="t"/>
            </v:shape>
            <v:shape id="_x0000_s1182" style="position:absolute;left:1753;top:8995;width:811;height:504" coordsize="311,193" path="m30,hdc13,,,13,,30hal,163hdc,180,13,193,30,193hal281,193hdc298,193,311,180,311,163hal311,30hdc311,13,298,,281,hal30,hdxe" fillcolor="#9f9f9f" stroked="f">
              <v:path arrowok="t"/>
            </v:shape>
            <v:shape id="_x0000_s1183" type="#_x0000_t75" style="position:absolute;left:1713;top:8956;width:817;height:509">
              <v:imagedata r:id="rId28" o:title=""/>
            </v:shape>
            <v:shape id="_x0000_s1184" type="#_x0000_t75" style="position:absolute;left:1713;top:8956;width:817;height:509">
              <v:imagedata r:id="rId29" o:title=""/>
            </v:shape>
            <v:roundrect id="_x0000_s1185" style="position:absolute;left:1713;top:8956;width:812;height:504" arcsize="10018f" filled="f" strokeweight=".4pt"/>
            <v:rect id="_x0000_s1186" style="position:absolute;left:1807;top:8995;width:678;height:115;mso-wrap-style:none" filled="f" stroked="f">
              <v:textbox style="mso-next-textbox:#_x0000_s1186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Wybranie NGO</w:t>
                    </w:r>
                  </w:p>
                </w:txbxContent>
              </v:textbox>
            </v:rect>
            <v:rect id="_x0000_s1187" style="position:absolute;left:1820;top:9099;width:662;height:115;mso-wrap-style:none" filled="f" stroked="f">
              <v:textbox style="mso-next-textbox:#_x0000_s1187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do partnerstwa</w:t>
                    </w:r>
                  </w:p>
                </w:txbxContent>
              </v:textbox>
            </v:rect>
            <v:rect id="_x0000_s1188" style="position:absolute;left:1805;top:9204;width:701;height:115;mso-wrap-style:none" filled="f" stroked="f">
              <v:textbox style="mso-next-textbox:#_x0000_s1188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w celu realizacji</w:t>
                    </w:r>
                  </w:p>
                </w:txbxContent>
              </v:textbox>
            </v:rect>
            <v:rect id="_x0000_s1189" style="position:absolute;left:1716;top:9308;width:912;height:115;mso-wrap-style:none" filled="f" stroked="f">
              <v:textbox style="mso-next-textbox:#_x0000_s1189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zadania publicznego</w:t>
                    </w:r>
                  </w:p>
                </w:txbxContent>
              </v:textbox>
            </v:rect>
            <v:line id="_x0000_s1190" style="position:absolute" from="2118,8024" to="2118,8956" strokeweight=".25pt"/>
            <v:shape id="_x0000_s1191" style="position:absolute;left:2071;top:8911;width:94;height:40;flip:y" coordsize="15,36" path="m15,l,18,15,36e" filled="f" strokeweight="0">
              <v:path arrowok="t"/>
            </v:shape>
            <v:rect id="_x0000_s1192" style="position:absolute;left:2977;top:9091;width:973;height:309" fillcolor="#9f9f9f" stroked="f"/>
            <v:rect id="_x0000_s1193" style="position:absolute;left:2937;top:9052;width:974;height:308" fillcolor="#ffffe6" stroked="f"/>
            <v:rect id="_x0000_s1194" style="position:absolute;left:2937;top:9052;width:974;height:308" filled="f" strokeweight=".4pt"/>
            <v:line id="_x0000_s1195" style="position:absolute" from="3833,9319" to="3861,9350" strokeweight=".15pt"/>
            <v:line id="_x0000_s1196" style="position:absolute;flip:x" from="3833,9319" to="3861,9350" strokeweight=".15pt"/>
            <v:line id="_x0000_s1197" style="position:absolute" from="3874,9319" to="3903,9319" strokeweight=".15pt"/>
            <v:line id="_x0000_s1198" style="position:absolute" from="3890,9319" to="3890,9350" strokeweight=".15pt"/>
            <v:line id="_x0000_s1199" style="position:absolute" from="3788,9319" to="3820,9319" strokeweight=".15pt"/>
            <v:line id="_x0000_s1200" style="position:absolute" from="3788,9332" to="3817,9332" strokeweight=".15pt"/>
            <v:line id="_x0000_s1201" style="position:absolute" from="3788,9350" to="3817,9350" strokeweight=".15pt"/>
            <v:line id="_x0000_s1202" style="position:absolute" from="3788,9319" to="3788,9350" strokeweight=".15pt"/>
            <v:rect id="_x0000_s1203" style="position:absolute;left:2945;top:9076;width:91;height:230;mso-wrap-style:none" filled="f" stroked="f">
              <v:textbox style="mso-next-textbox:#_x0000_s1203;mso-rotate-with-shape:t;mso-fit-shape-to-text:t" inset="0,0,0,0">
                <w:txbxContent>
                  <w:p w:rsidR="004962A2" w:rsidRDefault="004962A2"/>
                </w:txbxContent>
              </v:textbox>
            </v:rect>
            <v:rect id="_x0000_s1204" style="position:absolute;left:3222;top:9180;width:323;height:115;mso-wrap-style:none" filled="f" stroked="f">
              <v:textbox style="mso-next-textbox:#_x0000_s1204;mso-rotate-with-shape:t;mso-fit-shape-to-text:t" inset="0,0,0,0">
                <w:txbxContent>
                  <w:p w:rsidR="004962A2" w:rsidRPr="0002544E" w:rsidRDefault="004962A2">
                    <w:pPr>
                      <w:rPr>
                        <w:sz w:val="10"/>
                        <w:szCs w:val="10"/>
                      </w:rPr>
                    </w:pPr>
                    <w:r w:rsidRPr="0002544E">
                      <w:rPr>
                        <w:sz w:val="10"/>
                        <w:szCs w:val="10"/>
                      </w:rPr>
                      <w:t>Starosta</w:t>
                    </w:r>
                  </w:p>
                </w:txbxContent>
              </v:textbox>
            </v:rect>
            <v:line id="_x0000_s1205" style="position:absolute;flip:x" from="2525,9206" to="2937,9206" strokeweight=".25pt"/>
            <v:shape id="_x0000_s1206" style="position:absolute;left:1753;top:10039;width:811;height:504" coordsize="311,193" path="m30,hdc13,,,13,,30hal,163hdc,180,13,193,30,193hal281,193hdc298,193,311,180,311,163hal311,30hdc311,13,298,,281,hal30,hdxe" fillcolor="#9f9f9f" stroked="f">
              <v:path arrowok="t"/>
            </v:shape>
            <v:shape id="_x0000_s1207" type="#_x0000_t75" style="position:absolute;left:1713;top:10000;width:817;height:509">
              <v:imagedata r:id="rId30" o:title=""/>
            </v:shape>
            <v:shape id="_x0000_s1208" type="#_x0000_t75" style="position:absolute;left:1713;top:10000;width:817;height:509">
              <v:imagedata r:id="rId31" o:title=""/>
            </v:shape>
            <v:roundrect id="_x0000_s1209" style="position:absolute;left:1713;top:10000;width:812;height:504" arcsize="10018f" filled="f" strokeweight=".4pt"/>
            <v:rect id="_x0000_s1210" style="position:absolute;left:1828;top:10091;width:656;height:115;mso-wrap-style:none" filled="f" stroked="f">
              <v:textbox style="mso-next-textbox:#_x0000_s1210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Przygotowanie</w:t>
                    </w:r>
                  </w:p>
                </w:txbxContent>
              </v:textbox>
            </v:rect>
            <v:rect id="_x0000_s1211" style="position:absolute;left:1802;top:10196;width:701;height:115;mso-wrap-style:none" filled="f" stroked="f">
              <v:textbox style="mso-next-textbox:#_x0000_s1211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projektu umowy</w:t>
                    </w:r>
                  </w:p>
                </w:txbxContent>
              </v:textbox>
            </v:rect>
            <v:rect id="_x0000_s1212" style="position:absolute;left:1883;top:10300;width:517;height:115;mso-wrap-style:none" filled="f" stroked="f">
              <v:textbox style="mso-next-textbox:#_x0000_s1212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partnerskiej</w:t>
                    </w:r>
                  </w:p>
                </w:txbxContent>
              </v:textbox>
            </v:rect>
            <v:rect id="_x0000_s1213" style="position:absolute;left:2977;top:10136;width:973;height:308" fillcolor="#9f9f9f" stroked="f"/>
            <v:rect id="_x0000_s1214" style="position:absolute;left:2937;top:10097;width:974;height:308" fillcolor="#ffffe6" stroked="f"/>
            <v:rect id="_x0000_s1215" style="position:absolute;left:2937;top:10097;width:974;height:308" filled="f" strokeweight=".4pt"/>
            <v:line id="_x0000_s1216" style="position:absolute" from="3833,10363" to="3861,10394" strokeweight=".15pt"/>
            <v:line id="_x0000_s1217" style="position:absolute;flip:x" from="3833,10363" to="3861,10394" strokeweight=".15pt"/>
            <v:line id="_x0000_s1218" style="position:absolute" from="3874,10363" to="3903,10363" strokeweight=".15pt"/>
            <v:line id="_x0000_s1219" style="position:absolute" from="3890,10363" to="3890,10394" strokeweight=".15pt"/>
            <v:line id="_x0000_s1220" style="position:absolute" from="3788,10363" to="3820,10363" strokeweight=".15pt"/>
            <v:line id="_x0000_s1221" style="position:absolute" from="3788,10376" to="3817,10376" strokeweight=".15pt"/>
            <v:line id="_x0000_s1222" style="position:absolute" from="3788,10394" to="3817,10394" strokeweight=".15pt"/>
            <v:line id="_x0000_s1223" style="position:absolute" from="3788,10363" to="3788,10394" strokeweight=".15pt"/>
            <v:rect id="_x0000_s1224" style="position:absolute;left:2945;top:10120;width:91;height:230;mso-wrap-style:none" filled="f" stroked="f">
              <v:textbox style="mso-next-textbox:#_x0000_s1224;mso-rotate-with-shape:t;mso-fit-shape-to-text:t" inset="0,0,0,0">
                <w:txbxContent>
                  <w:p w:rsidR="004962A2" w:rsidRDefault="004962A2"/>
                </w:txbxContent>
              </v:textbox>
            </v:rect>
            <v:rect id="_x0000_s1225" style="position:absolute;left:3222;top:10224;width:920;height:115;mso-wrap-style:none" filled="f" stroked="f">
              <v:textbox style="mso-next-textbox:#_x0000_s1225;mso-rotate-with-shape:t;mso-fit-shape-to-text:t" inset="0,0,0,0">
                <w:txbxContent>
                  <w:p w:rsidR="004962A2" w:rsidRPr="00DA1686" w:rsidRDefault="004962A2">
                    <w:pPr>
                      <w:rPr>
                        <w:sz w:val="10"/>
                        <w:szCs w:val="10"/>
                      </w:rPr>
                    </w:pPr>
                    <w:r w:rsidRPr="00DA1686">
                      <w:rPr>
                        <w:sz w:val="10"/>
                        <w:szCs w:val="10"/>
                      </w:rPr>
                      <w:t xml:space="preserve">Wydział merytoryczny </w:t>
                    </w:r>
                  </w:p>
                </w:txbxContent>
              </v:textbox>
            </v:rect>
            <v:shape id="_x0000_s1226" style="position:absolute;left:706;top:10559;width:814;height:509" coordsize="312,195" path="m,l,171r62,24l250,148r62,23l312,,,xe" fillcolor="#9f9f9f" stroked="f">
              <v:path arrowok="t"/>
            </v:shape>
          </v:group>
        </w:pict>
      </w:r>
      <w:bookmarkStart w:id="0" w:name="_GoBack"/>
      <w:r>
        <w:rPr>
          <w:noProof/>
        </w:rPr>
        <w:pict>
          <v:group id="_x0000_s1227" editas="canvas" style="position:absolute;margin-left:-85.05pt;margin-top:66.4pt;width:487.15pt;height:727.3pt;z-index:251657216" coordorigin=",1644" coordsize="9743,14546">
            <o:lock v:ext="edit" aspectratio="t"/>
            <v:shape id="_x0000_s1228" type="#_x0000_t75" style="position:absolute;top:1644;width:9743;height:14546" o:preferrelative="f">
              <v:fill o:detectmouseclick="t"/>
              <v:path o:extrusionok="t" o:connecttype="none"/>
              <o:lock v:ext="edit" text="t"/>
            </v:shape>
            <v:shape id="_x0000_s1229" style="position:absolute;left:667;top:10519;width:814;height:509" coordsize="312,195" path="m,l312,r,171l250,148,62,195,,171,,xe" fillcolor="#c9cfed" stroked="f">
              <v:path arrowok="t"/>
            </v:shape>
            <v:shape id="_x0000_s1230" style="position:absolute;left:667;top:10519;width:814;height:509" coordsize="312,195" path="m,l312,r,171l250,148,62,195,,171,,xe" filled="f" strokeweight=".4pt">
              <v:path arrowok="t"/>
            </v:shape>
            <v:rect id="_x0000_s1231" style="position:absolute;left:776;top:10551;width:656;height:115;mso-wrap-style:none" filled="f" stroked="f">
              <v:textbox style="mso-next-textbox:#_x0000_s1231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Projekt umowy</w:t>
                    </w:r>
                  </w:p>
                </w:txbxContent>
              </v:textbox>
            </v:rect>
            <v:rect id="_x0000_s1232" style="position:absolute;left:839;top:10655;width:517;height:115;mso-wrap-style:none" filled="f" stroked="f">
              <v:textbox style="mso-next-textbox:#_x0000_s1232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partnerskiej</w:t>
                    </w:r>
                  </w:p>
                </w:txbxContent>
              </v:textbox>
            </v:rect>
            <v:line id="_x0000_s1233" style="position:absolute" from="2118,9460" to="2118,10000" strokeweight=".25pt"/>
            <v:shape id="_x0000_s1234" style="position:absolute;left:2071;top:9956;width:94;height:39;flip:y" coordsize="15,36" path="m15,l,18,15,36e" filled="f" strokeweight="0">
              <v:path arrowok="t"/>
            </v:shape>
            <v:line id="_x0000_s1235" style="position:absolute;flip:x" from="2525,10251" to="2937,10251" strokeweight=".25pt"/>
            <v:line id="_x0000_s1236" style="position:absolute;flip:x" from="1074,10381" to="1713,10381" strokeweight=".25pt"/>
            <v:line id="_x0000_s1237" style="position:absolute" from="1074,10381" to="1074,10519" strokeweight=".25pt"/>
            <v:shape id="_x0000_s1238" style="position:absolute;left:1027;top:10475;width:94;height:39;flip:y" coordsize="15,36" path="m15,l,18,15,36e" filled="f" strokeweight="0">
              <v:path arrowok="t"/>
            </v:shape>
            <v:shape id="_x0000_s1239" style="position:absolute;left:1753;top:11866;width:811;height:504" coordsize="311,193" path="m30,hdc13,,,13,,30hal,163hdc,180,13,193,30,193hal281,193hdc298,193,311,180,311,163hal311,30hdc311,13,298,,281,hal30,hdxe" fillcolor="#9f9f9f" stroked="f">
              <v:path arrowok="t"/>
            </v:shape>
            <v:shape id="_x0000_s1240" type="#_x0000_t75" style="position:absolute;left:1713;top:11827;width:817;height:509">
              <v:imagedata r:id="rId32" o:title=""/>
            </v:shape>
            <v:shape id="_x0000_s1241" type="#_x0000_t75" style="position:absolute;left:1713;top:11827;width:817;height:509">
              <v:imagedata r:id="rId33" o:title=""/>
            </v:shape>
            <v:roundrect id="_x0000_s1242" style="position:absolute;left:1713;top:11827;width:812;height:504" arcsize="10018f" filled="f" strokeweight=".4pt"/>
            <v:rect id="_x0000_s1243" style="position:absolute;left:1899;top:11866;width:495;height:115;mso-wrap-style:none" filled="f" stroked="f">
              <v:textbox style="mso-next-textbox:#_x0000_s1243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Podpisanie</w:t>
                    </w:r>
                  </w:p>
                </w:txbxContent>
              </v:textbox>
            </v:rect>
            <v:rect id="_x0000_s1244" style="position:absolute;left:1854;top:11971;width:590;height:115;mso-wrap-style:none" filled="f" stroked="f">
              <v:textbox style="mso-next-textbox:#_x0000_s1244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umowy przez</w:t>
                    </w:r>
                  </w:p>
                </w:txbxContent>
              </v:textbox>
            </v:rect>
            <v:rect id="_x0000_s1245" style="position:absolute;left:1810;top:12075;width:701;height:115;mso-wrap-style:none" filled="f" stroked="f">
              <v:textbox style="mso-next-textbox:#_x0000_s1245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zainteresowane</w:t>
                    </w:r>
                  </w:p>
                </w:txbxContent>
              </v:textbox>
            </v:rect>
            <v:rect id="_x0000_s1246" style="position:absolute;left:1993;top:12180;width:273;height:115;mso-wrap-style:none" filled="f" stroked="f">
              <v:textbox style="mso-next-textbox:#_x0000_s1246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strony</w:t>
                    </w:r>
                  </w:p>
                </w:txbxContent>
              </v:textbox>
            </v:rect>
            <v:shape id="_x0000_s1247" style="position:absolute;left:706;top:11342;width:814;height:509" coordsize="312,195" path="m,l,171r62,24l250,148r62,23l312,,,xe" fillcolor="#9f9f9f" stroked="f">
              <v:path arrowok="t"/>
            </v:shape>
            <v:shape id="_x0000_s1248" style="position:absolute;left:667;top:11303;width:814;height:509" coordsize="312,195" path="m,l312,r,171l250,148,62,195,,171,,xe" fillcolor="#c9cfed" stroked="f">
              <v:path arrowok="t"/>
            </v:shape>
            <v:shape id="_x0000_s1249" style="position:absolute;left:667;top:11303;width:814;height:509" coordsize="312,195" path="m,l312,r,171l250,148,62,195,,171,,xe" filled="f" strokeweight=".4pt">
              <v:path arrowok="t"/>
            </v:shape>
            <v:rect id="_x0000_s1250" style="position:absolute;left:776;top:11334;width:656;height:115;mso-wrap-style:none" filled="f" stroked="f">
              <v:textbox style="mso-next-textbox:#_x0000_s1250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Projekt umowy</w:t>
                    </w:r>
                  </w:p>
                </w:txbxContent>
              </v:textbox>
            </v:rect>
            <v:rect id="_x0000_s1251" style="position:absolute;left:839;top:11438;width:517;height:115;mso-wrap-style:none" filled="f" stroked="f">
              <v:textbox style="mso-next-textbox:#_x0000_s1251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partnerskiej</w:t>
                    </w:r>
                  </w:p>
                </w:txbxContent>
              </v:textbox>
            </v:rect>
            <v:shape id="_x0000_s1252" style="position:absolute;left:706;top:12386;width:814;height:509" coordsize="312,195" path="m,l,171r62,24l250,148r62,23l312,,,xe" fillcolor="#9f9f9f" stroked="f">
              <v:path arrowok="t"/>
            </v:shape>
            <v:shape id="_x0000_s1253" style="position:absolute;left:667;top:12347;width:814;height:509" coordsize="312,195" path="m,l312,r,171l250,148,62,195,,171,,xe" fillcolor="#c9cfed" stroked="f">
              <v:path arrowok="t"/>
            </v:shape>
            <v:shape id="_x0000_s1254" style="position:absolute;left:667;top:12347;width:814;height:509" coordsize="312,195" path="m,l312,r,171l250,148,62,195,,171,,xe" filled="f" strokeweight=".4pt">
              <v:path arrowok="t"/>
            </v:shape>
            <v:rect id="_x0000_s1255" style="position:absolute;left:698;top:12378;width:840;height:115;mso-wrap-style:none" filled="f" stroked="f">
              <v:textbox style="mso-next-textbox:#_x0000_s1255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Umowa partnerska</w:t>
                    </w:r>
                  </w:p>
                </w:txbxContent>
              </v:textbox>
            </v:rect>
            <v:line id="_x0000_s1256" style="position:absolute" from="2118,10504" to="2118,11827" strokeweight=".25pt"/>
            <v:shape id="_x0000_s1257" style="position:absolute;left:2071;top:11783;width:94;height:39;flip:y" coordsize="15,36" path="m15,l,18,15,36e" filled="f" strokeweight="0">
              <v:path arrowok="t"/>
            </v:shape>
            <v:line id="_x0000_s1258" style="position:absolute;flip:x" from="1074,12208" to="1713,12208" strokeweight=".25pt"/>
            <v:line id="_x0000_s1259" style="position:absolute" from="1074,12208" to="1074,12347" strokeweight=".25pt"/>
            <v:shape id="_x0000_s1260" style="position:absolute;left:1027;top:12302;width:94;height:40;flip:y" coordsize="15,36" path="m15,l,18,15,36e" filled="f" strokeweight="0">
              <v:path arrowok="t"/>
            </v:shape>
            <v:line id="_x0000_s1261" style="position:absolute" from="1074,11749" to="1074,11947" strokeweight=".25pt"/>
            <v:line id="_x0000_s1262" style="position:absolute" from="1074,11947" to="1713,11947" strokeweight=".25pt"/>
            <v:shape id="_x0000_s1263" style="position:absolute;left:1669;top:11900;width:39;height:94;flip:x y" coordsize="15,36" path="m15,l,18,15,36e" filled="f" strokeweight=".25pt">
              <v:path arrowok="t"/>
            </v:shape>
            <v:rect id="_x0000_s1264" style="position:absolute;left:2977;top:11702;width:973;height:308" fillcolor="#9f9f9f" stroked="f"/>
            <v:rect id="_x0000_s1265" style="position:absolute;left:2937;top:11663;width:974;height:308" filled="f" strokeweight=".4pt"/>
            <v:line id="_x0000_s1266" style="position:absolute" from="3833,11929" to="3861,11960" strokeweight=".15pt"/>
            <v:line id="_x0000_s1267" style="position:absolute;flip:x" from="3833,11929" to="3861,11960" strokeweight=".15pt"/>
            <v:line id="_x0000_s1268" style="position:absolute" from="3874,11929" to="3903,11929" strokeweight=".15pt"/>
            <v:line id="_x0000_s1269" style="position:absolute" from="3890,11929" to="3890,11960" strokeweight=".15pt"/>
            <v:line id="_x0000_s1270" style="position:absolute" from="3788,11929" to="3820,11929" strokeweight=".15pt"/>
            <v:line id="_x0000_s1271" style="position:absolute" from="3788,11942" to="3817,11942" strokeweight=".15pt"/>
            <v:line id="_x0000_s1272" style="position:absolute" from="3788,11960" to="3817,11960" strokeweight=".15pt"/>
            <v:line id="_x0000_s1273" style="position:absolute" from="3788,11929" to="3788,11960" strokeweight=".15pt"/>
            <v:rect id="_x0000_s1274" style="position:absolute;left:3256;top:11739;width:631;height:115;mso-wrap-style:none" filled="f" stroked="f">
              <v:textbox style="mso-next-textbox:#_x0000_s1274;mso-rotate-with-shape:t;mso-fit-shape-to-text:t" inset="0,0,0,0">
                <w:txbxContent>
                  <w:p w:rsidR="004962A2" w:rsidRPr="00DA1686" w:rsidRDefault="004962A2">
                    <w:pPr>
                      <w:rPr>
                        <w:sz w:val="10"/>
                        <w:szCs w:val="10"/>
                      </w:rPr>
                    </w:pPr>
                    <w:r w:rsidRPr="00DA1686">
                      <w:rPr>
                        <w:sz w:val="10"/>
                        <w:szCs w:val="10"/>
                      </w:rPr>
                      <w:t>Zarząd Powiatu</w:t>
                    </w:r>
                  </w:p>
                </w:txbxContent>
              </v:textbox>
            </v:rect>
            <v:rect id="_x0000_s1275" style="position:absolute;left:2977;top:12224;width:973;height:308" fillcolor="#9f9f9f" stroked="f"/>
            <v:rect id="_x0000_s1276" style="position:absolute;left:2937;top:12185;width:974;height:308" fillcolor="#ffffe6" stroked="f"/>
            <v:rect id="_x0000_s1277" style="position:absolute;left:2937;top:12185;width:974;height:308" filled="f" strokeweight=".4pt"/>
            <v:line id="_x0000_s1278" style="position:absolute" from="3833,12451" to="3861,12483" strokeweight=".15pt"/>
            <v:line id="_x0000_s1279" style="position:absolute;flip:x" from="3833,12451" to="3861,12483" strokeweight=".15pt"/>
            <v:line id="_x0000_s1280" style="position:absolute" from="3874,12451" to="3903,12451" strokeweight=".15pt"/>
            <v:line id="_x0000_s1281" style="position:absolute" from="3890,12451" to="3890,12483" strokeweight=".15pt"/>
            <v:line id="_x0000_s1282" style="position:absolute" from="3788,12451" to="3820,12451" strokeweight=".15pt"/>
            <v:line id="_x0000_s1283" style="position:absolute" from="3788,12464" to="3817,12464" strokeweight=".15pt"/>
            <v:line id="_x0000_s1284" style="position:absolute" from="3788,12483" to="3817,12483" strokeweight=".15pt"/>
            <v:line id="_x0000_s1285" style="position:absolute" from="3788,12451" to="3788,12483" strokeweight=".15pt"/>
            <v:rect id="_x0000_s1286" style="position:absolute;left:3319;top:12261;width:228;height:115;mso-wrap-style:none" filled="f" stroked="f">
              <v:textbox style="mso-next-textbox:#_x0000_s1286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NGO</w:t>
                    </w:r>
                  </w:p>
                </w:txbxContent>
              </v:textbox>
            </v:rect>
            <v:line id="_x0000_s1287" style="position:absolute;flip:x" from="2770,11817" to="2937,11817" strokeweight=".25pt"/>
            <v:line id="_x0000_s1288" style="position:absolute" from="2770,11817" to="2770,12078" strokeweight=".25pt"/>
            <v:line id="_x0000_s1289" style="position:absolute;flip:x" from="2525,12078" to="2770,12078" strokeweight=".25pt"/>
            <v:line id="_x0000_s1290" style="position:absolute;flip:x" from="2770,12339" to="2937,12339" strokeweight=".25pt"/>
            <v:line id="_x0000_s1291" style="position:absolute;flip:y" from="2770,12078" to="2770,12339" strokeweight=".25pt"/>
            <v:line id="_x0000_s1292" style="position:absolute;flip:x" from="2525,12078" to="2770,12078" strokeweight=".25pt"/>
            <v:shape id="_x0000_s1293" style="position:absolute;left:1750;top:13039;width:814;height:509" coordsize="312,195" path="m37,l,98r37,97l275,195,312,98,275,,37,xe" fillcolor="#9f9f9f" stroked="f">
              <v:path arrowok="t"/>
            </v:shape>
            <v:shape id="_x0000_s1294" type="#_x0000_t75" style="position:absolute;left:1711;top:12999;width:819;height:515">
              <v:imagedata r:id="rId34" o:title=""/>
            </v:shape>
            <v:shape id="_x0000_s1295" type="#_x0000_t75" style="position:absolute;left:1711;top:12999;width:819;height:515">
              <v:imagedata r:id="rId35" o:title=""/>
            </v:shape>
            <v:shape id="_x0000_s1296" style="position:absolute;left:1711;top:12999;width:814;height:509" coordsize="312,195" path="m37,l275,r37,98l275,195r-238,l,98,37,xe" filled="f" strokeweight=".4pt">
              <v:path arrowok="t"/>
            </v:shape>
            <v:rect id="_x0000_s1297" style="position:absolute;left:1753;top:13164;width:823;height:115;mso-wrap-style:none" filled="f" stroked="f">
              <v:textbox style="mso-next-textbox:#_x0000_s1297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Podpisano umow?</w:t>
                    </w:r>
                  </w:p>
                </w:txbxContent>
              </v:textbox>
            </v:rect>
            <v:rect id="_x0000_s1298" style="position:absolute;left:1904;top:13255;width:473;height:115;mso-wrap-style:none" filled="f" stroked="f">
              <v:textbox style="mso-next-textbox:#_x0000_s1298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partnersk?</w:t>
                    </w:r>
                  </w:p>
                </w:txbxContent>
              </v:textbox>
            </v:rect>
            <v:line id="_x0000_s1299" style="position:absolute" from="2118,12331" to="2118,12999" strokeweight=".25pt"/>
            <v:shape id="_x0000_s1300" style="position:absolute;left:2071;top:12955;width:94;height:39;flip:y" coordsize="15,36" path="m15,l,18,15,36e" filled="f" strokeweight="0">
              <v:path arrowok="t"/>
            </v:shape>
            <v:shape id="_x0000_s1301" style="position:absolute;left:6712;top:5471;width:811;height:504" coordsize="311,193" path="m30,hdc13,,,13,,30hal,163hdc,180,13,193,30,193hal281,193hdc298,193,311,180,311,163hal311,30hdc311,13,298,,281,hal30,hdxe" fillcolor="#9f9f9f" stroked="f">
              <v:path arrowok="t"/>
            </v:shape>
            <v:shape id="_x0000_s1302" type="#_x0000_t75" style="position:absolute;left:6672;top:5432;width:817;height:509">
              <v:imagedata r:id="rId36" o:title=""/>
            </v:shape>
            <v:shape id="_x0000_s1303" type="#_x0000_t75" style="position:absolute;left:6672;top:5432;width:817;height:509">
              <v:imagedata r:id="rId37" o:title=""/>
            </v:shape>
            <v:roundrect id="_x0000_s1304" style="position:absolute;left:6672;top:5432;width:812;height:503" arcsize="10018f" filled="f" strokeweight=".4pt"/>
            <v:rect id="_x0000_s1305" style="position:absolute;left:6659;top:5531;width:918;height:115;mso-wrap-style:none" filled="f" stroked="f">
              <v:textbox style="mso-next-textbox:#_x0000_s1305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Uzasadniene decyzji</w:t>
                    </w:r>
                  </w:p>
                </w:txbxContent>
              </v:textbox>
            </v:rect>
            <v:rect id="_x0000_s1306" style="position:absolute;left:6782;top:5622;width:701;height:115;mso-wrap-style:none" filled="f" stroked="f">
              <v:textbox style="mso-next-textbox:#_x0000_s1306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o niepowo?aniu</w:t>
                    </w:r>
                  </w:p>
                </w:txbxContent>
              </v:textbox>
            </v:rect>
            <v:rect id="_x0000_s1307" style="position:absolute;left:6839;top:5727;width:523;height:115;mso-wrap-style:none" filled="f" stroked="f">
              <v:textbox style="mso-next-textbox:#_x0000_s1307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partnerstwa</w:t>
                    </w:r>
                  </w:p>
                </w:txbxContent>
              </v:textbox>
            </v:rect>
            <v:rect id="_x0000_s1308" style="position:absolute;left:7936;top:5567;width:973;height:308" fillcolor="#9f9f9f" stroked="f"/>
            <v:rect id="_x0000_s1309" style="position:absolute;left:7896;top:5528;width:974;height:308" fillcolor="#ffffe6" stroked="f"/>
            <v:rect id="_x0000_s1310" style="position:absolute;left:7896;top:5528;width:974;height:308" filled="f" strokeweight=".4pt"/>
            <v:line id="_x0000_s1311" style="position:absolute" from="8792,5795" to="8820,5826" strokeweight=".15pt"/>
            <v:line id="_x0000_s1312" style="position:absolute;flip:x" from="8792,5795" to="8820,5826" strokeweight=".15pt"/>
            <v:line id="_x0000_s1313" style="position:absolute" from="8833,5795" to="8862,5795" strokeweight=".15pt"/>
            <v:line id="_x0000_s1314" style="position:absolute" from="8849,5795" to="8849,5826" strokeweight=".15pt"/>
            <v:line id="_x0000_s1315" style="position:absolute" from="8747,5795" to="8779,5795" strokeweight=".15pt"/>
            <v:line id="_x0000_s1316" style="position:absolute" from="8747,5808" to="8776,5808" strokeweight=".15pt"/>
            <v:line id="_x0000_s1317" style="position:absolute" from="8747,5826" to="8776,5826" strokeweight=".15pt"/>
            <v:line id="_x0000_s1318" style="position:absolute" from="8747,5795" to="8747,5826" strokeweight=".15pt"/>
            <v:rect id="_x0000_s1319" style="position:absolute;left:8074;top:5612;width:695;height:115;mso-wrap-style:none" filled="f" stroked="f">
              <v:textbox style="mso-next-textbox:#_x0000_s1319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Zarz?d Powiatu</w:t>
                    </w:r>
                  </w:p>
                </w:txbxContent>
              </v:textbox>
            </v:rect>
            <v:shape id="_x0000_s1320" style="position:absolute;left:5665;top:5990;width:814;height:509" coordsize="312,195" path="m,l,171r62,24l250,148r62,23l312,,,xe" fillcolor="#9f9f9f" stroked="f">
              <v:path arrowok="t"/>
            </v:shape>
            <v:shape id="_x0000_s1321" style="position:absolute;left:5626;top:5951;width:814;height:509" coordsize="312,195" path="m,l312,r,171l250,148,62,195,,171,,xe" fillcolor="#c9cfed" stroked="f">
              <v:path arrowok="t"/>
            </v:shape>
            <v:shape id="_x0000_s1322" style="position:absolute;left:5626;top:5951;width:814;height:509" coordsize="312,195" path="m,l312,r,171l250,148,62,195,,171,,xe" filled="f" strokeweight=".4pt">
              <v:path arrowok="t"/>
            </v:shape>
            <v:rect id="_x0000_s1323" style="position:absolute;left:5767;top:5982;width:606;height:115;mso-wrap-style:none" filled="f" stroked="f">
              <v:textbox style="mso-next-textbox:#_x0000_s1323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Uzasadnienie</w:t>
                    </w:r>
                  </w:p>
                </w:txbxContent>
              </v:textbox>
            </v:rect>
            <v:rect id="_x0000_s1324" style="position:absolute;left:5741;top:6074;width:701;height:115;mso-wrap-style:none" filled="f" stroked="f">
              <v:textbox style="mso-next-textbox:#_x0000_s1324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o niepowo?aniu</w:t>
                    </w:r>
                  </w:p>
                </w:txbxContent>
              </v:textbox>
            </v:rect>
            <v:rect id="_x0000_s1325" style="position:absolute;left:5798;top:6178;width:523;height:115;mso-wrap-style:none" filled="f" stroked="f">
              <v:textbox style="mso-next-textbox:#_x0000_s1325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partnerstwa</w:t>
                    </w:r>
                  </w:p>
                </w:txbxContent>
              </v:textbox>
            </v:rect>
            <v:line id="_x0000_s1326" style="position:absolute;flip:x" from="7484,5682" to="7896,5682" strokeweight=".25pt"/>
            <v:line id="_x0000_s1327" style="position:absolute" from="7077,4894" to="7077,5432" strokeweight=".25pt"/>
            <v:shape id="_x0000_s1328" style="position:absolute;left:7030;top:5387;width:94;height:39;flip:y" coordsize="15,36" path="m15,l,18,15,36e" filled="f" strokeweight="0">
              <v:path arrowok="t"/>
            </v:shape>
            <v:line id="_x0000_s1329" style="position:absolute;flip:x" from="6033,5813" to="6672,5813" strokeweight=".25pt"/>
            <v:line id="_x0000_s1330" style="position:absolute" from="6033,5813" to="6033,5951" strokeweight=".25pt"/>
            <v:shape id="_x0000_s1331" style="position:absolute;left:5986;top:5907;width:94;height:39;flip:y" coordsize="15,36" path="m15,l,18,15,36e" filled="f" strokeweight="0">
              <v:path arrowok="t"/>
            </v:shape>
            <v:shape id="_x0000_s1332" style="position:absolute;left:6712;top:7298;width:811;height:504" coordsize="311,193" path="m30,hdc13,,,13,,30hal,163hdc,180,13,193,30,193hal281,193hdc298,193,311,180,311,163hal311,30hdc311,13,298,,281,hal30,hdxe" fillcolor="#9f9f9f" stroked="f">
              <v:path arrowok="t"/>
            </v:shape>
            <v:shape id="_x0000_s1333" type="#_x0000_t75" style="position:absolute;left:6672;top:7259;width:817;height:509">
              <v:imagedata r:id="rId38" o:title=""/>
            </v:shape>
            <v:shape id="_x0000_s1334" type="#_x0000_t75" style="position:absolute;left:6672;top:7259;width:817;height:509">
              <v:imagedata r:id="rId39" o:title=""/>
            </v:shape>
            <v:roundrect id="_x0000_s1335" style="position:absolute;left:6672;top:7259;width:812;height:504" arcsize="10018f" filled="f" strokeweight=".4pt"/>
            <v:rect id="_x0000_s1336" style="position:absolute;left:6871;top:7350;width:467;height:115;mso-wrap-style:none" filled="f" stroked="f">
              <v:textbox style="mso-next-textbox:#_x0000_s1336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Udzielenie</w:t>
                    </w:r>
                  </w:p>
                </w:txbxContent>
              </v:textbox>
            </v:rect>
            <v:rect id="_x0000_s1337" style="position:absolute;left:6855;top:7455;width:501;height:115;mso-wrap-style:none" filled="f" stroked="f">
              <v:textbox style="mso-next-textbox:#_x0000_s1337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odpowiedzi</w:t>
                    </w:r>
                  </w:p>
                </w:txbxContent>
              </v:textbox>
            </v:rect>
            <v:rect id="_x0000_s1338" style="position:absolute;left:6787;top:7559;width:645;height:115;mso-wrap-style:none" filled="f" stroked="f">
              <v:textbox style="mso-next-textbox:#_x0000_s1338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wnioskodawcy</w:t>
                    </w:r>
                  </w:p>
                </w:txbxContent>
              </v:textbox>
            </v:rect>
            <v:rect id="_x0000_s1339" style="position:absolute;left:7936;top:7395;width:973;height:308" fillcolor="#9f9f9f" stroked="f"/>
            <v:rect id="_x0000_s1340" style="position:absolute;left:7896;top:7356;width:974;height:308" fillcolor="#ffffe6" stroked="f"/>
            <v:rect id="_x0000_s1341" style="position:absolute;left:7896;top:7356;width:974;height:308" filled="f" strokeweight=".4pt"/>
            <v:line id="_x0000_s1342" style="position:absolute" from="8792,7622" to="8820,7653" strokeweight=".15pt"/>
            <v:line id="_x0000_s1343" style="position:absolute;flip:x" from="8792,7622" to="8820,7653" strokeweight=".15pt"/>
            <v:line id="_x0000_s1344" style="position:absolute" from="8833,7622" to="8862,7622" strokeweight=".15pt"/>
            <v:line id="_x0000_s1345" style="position:absolute" from="8849,7622" to="8849,7653" strokeweight=".15pt"/>
            <v:line id="_x0000_s1346" style="position:absolute" from="8747,7622" to="8779,7622" strokeweight=".15pt"/>
            <v:line id="_x0000_s1347" style="position:absolute" from="8747,7635" to="8776,7635" strokeweight=".15pt"/>
            <v:line id="_x0000_s1348" style="position:absolute" from="8747,7653" to="8776,7653" strokeweight=".15pt"/>
            <v:line id="_x0000_s1349" style="position:absolute" from="8747,7622" to="8747,7653" strokeweight=".15pt"/>
            <v:rect id="_x0000_s1350" style="position:absolute;left:7904;top:7379;width:920;height:115;mso-wrap-style:none" filled="f" stroked="f">
              <v:textbox style="mso-next-textbox:#_x0000_s1350;mso-rotate-with-shape:t;mso-fit-shape-to-text:t" inset="0,0,0,0">
                <w:txbxContent>
                  <w:p w:rsidR="004962A2" w:rsidRPr="00DA1686" w:rsidRDefault="004962A2">
                    <w:pPr>
                      <w:rPr>
                        <w:sz w:val="10"/>
                        <w:szCs w:val="10"/>
                      </w:rPr>
                    </w:pPr>
                    <w:r w:rsidRPr="00DA1686">
                      <w:rPr>
                        <w:sz w:val="10"/>
                        <w:szCs w:val="10"/>
                      </w:rPr>
                      <w:t>Wydział merytoryczny</w:t>
                    </w:r>
                  </w:p>
                </w:txbxContent>
              </v:textbox>
            </v:rect>
            <v:rect id="_x0000_s1351" style="position:absolute;left:8181;top:7483;width:91;height:230;mso-wrap-style:none" filled="f" stroked="f">
              <v:textbox style="mso-next-textbox:#_x0000_s1351;mso-rotate-with-shape:t;mso-fit-shape-to-text:t" inset="0,0,0,0">
                <w:txbxContent>
                  <w:p w:rsidR="004962A2" w:rsidRDefault="004962A2"/>
                </w:txbxContent>
              </v:textbox>
            </v:rect>
            <v:shape id="_x0000_s1352" style="position:absolute;left:5665;top:6773;width:814;height:509" coordsize="312,195" path="m,l,171r62,24l250,148r62,23l312,,,xe" fillcolor="#9f9f9f" stroked="f">
              <v:path arrowok="t"/>
            </v:shape>
            <v:shape id="_x0000_s1353" style="position:absolute;left:5626;top:6734;width:814;height:509" coordsize="312,195" path="m,l312,r,171l250,148,62,195,,171,,xe" fillcolor="#c9cfed" stroked="f">
              <v:path arrowok="t"/>
            </v:shape>
            <v:shape id="_x0000_s1354" style="position:absolute;left:5626;top:6734;width:814;height:509" coordsize="312,195" path="m,l312,r,171l250,148,62,195,,171,,xe" filled="f" strokeweight=".4pt">
              <v:path arrowok="t"/>
            </v:shape>
            <v:rect id="_x0000_s1355" style="position:absolute;left:5767;top:6766;width:606;height:115;mso-wrap-style:none" filled="f" stroked="f">
              <v:textbox style="mso-next-textbox:#_x0000_s1355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Uzasadnienie</w:t>
                    </w:r>
                  </w:p>
                </w:txbxContent>
              </v:textbox>
            </v:rect>
            <v:rect id="_x0000_s1356" style="position:absolute;left:5741;top:6857;width:701;height:115;mso-wrap-style:none" filled="f" stroked="f">
              <v:textbox style="mso-next-textbox:#_x0000_s1356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o niepowo?aniu</w:t>
                    </w:r>
                  </w:p>
                </w:txbxContent>
              </v:textbox>
            </v:rect>
            <v:rect id="_x0000_s1357" style="position:absolute;left:5798;top:6961;width:523;height:115;mso-wrap-style:none" filled="f" stroked="f">
              <v:textbox style="mso-next-textbox:#_x0000_s1357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partnerstwa</w:t>
                    </w:r>
                  </w:p>
                </w:txbxContent>
              </v:textbox>
            </v:rect>
            <v:line id="_x0000_s1358" style="position:absolute" from="6033,7181" to="6033,7379" strokeweight=".25pt"/>
            <v:line id="_x0000_s1359" style="position:absolute" from="6033,7379" to="6672,7379" strokeweight=".25pt"/>
            <v:shape id="_x0000_s1360" style="position:absolute;left:6628;top:7332;width:39;height:94;flip:x y" coordsize="15,36" path="m15,l,18,15,36e" filled="f" strokeweight=".25pt">
              <v:path arrowok="t"/>
            </v:shape>
            <v:line id="_x0000_s1361" style="position:absolute" from="7077,5935" to="7077,7259" strokeweight=".25pt"/>
            <v:shape id="_x0000_s1362" style="position:absolute;left:7030;top:7215;width:94;height:39;flip:y" coordsize="15,36" path="m15,l,18,15,36e" filled="f" strokeweight="0">
              <v:path arrowok="t"/>
            </v:shape>
            <v:line id="_x0000_s1363" style="position:absolute;flip:x" from="7484,7510" to="7896,7510" strokeweight=".25pt"/>
            <v:shape id="_x0000_s1364" style="position:absolute;left:6709;top:8470;width:814;height:509" coordsize="312,195" path="m37,l,98r37,97l275,195,312,98,275,,37,xe" fillcolor="#9f9f9f" stroked="f">
              <v:path arrowok="t"/>
            </v:shape>
            <v:shape id="_x0000_s1365" type="#_x0000_t75" style="position:absolute;left:6670;top:8431;width:819;height:514">
              <v:imagedata r:id="rId40" o:title=""/>
            </v:shape>
            <v:shape id="_x0000_s1366" type="#_x0000_t75" style="position:absolute;left:6670;top:8431;width:819;height:514">
              <v:imagedata r:id="rId41" o:title=""/>
            </v:shape>
            <v:shape id="_x0000_s1367" style="position:absolute;left:6670;top:8431;width:814;height:509" coordsize="312,195" path="m37,l275,r37,98l275,195r-238,l,98,37,xe" filled="f" strokeweight=".4pt">
              <v:path arrowok="t"/>
            </v:shape>
            <v:rect id="_x0000_s1368" style="position:absolute;left:6641;top:8582;width:984;height:115;mso-wrap-style:none" filled="f" stroked="f">
              <v:textbox style="mso-next-textbox:#_x0000_s1368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Nie podpisano umowy</w:t>
                    </w:r>
                  </w:p>
                </w:txbxContent>
              </v:textbox>
            </v:rect>
            <v:rect id="_x0000_s1369" style="position:absolute;left:6842;top:8687;width:517;height:115;mso-wrap-style:none" filled="f" stroked="f">
              <v:textbox style="mso-next-textbox:#_x0000_s1369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partnerskiej</w:t>
                    </w:r>
                  </w:p>
                </w:txbxContent>
              </v:textbox>
            </v:rect>
            <v:line id="_x0000_s1370" style="position:absolute" from="7077,7763" to="7077,8431" strokeweight=".25pt"/>
            <v:shape id="_x0000_s1371" style="position:absolute;left:7030;top:8387;width:94;height:39;flip:y" coordsize="15,36" path="m15,l,18,15,36e" filled="f" strokeweight="0">
              <v:path arrowok="t"/>
            </v:shape>
            <v:shape id="_x0000_s1372" style="position:absolute;left:1685;top:14004;width:945;height:666" coordsize="362,255" path="m30,hdc13,,,13,,30hal,164hdc,180,13,194,30,194hal64,194r23,61l325,255r37,-97l325,60r-14,l311,30hdc311,13,297,,281,hal30,hdxe" fillcolor="#9f9f9f" stroked="f">
              <v:path arrowok="t"/>
            </v:shape>
            <v:shape id="_x0000_s1373" type="#_x0000_t75" style="position:absolute;left:1773;top:14122;width:823;height:514">
              <v:imagedata r:id="rId42" o:title=""/>
            </v:shape>
            <v:shape id="_x0000_s1374" type="#_x0000_t75" style="position:absolute;left:1773;top:14122;width:823;height:514">
              <v:imagedata r:id="rId43" o:title=""/>
            </v:shape>
            <v:shape id="_x0000_s1375" style="position:absolute;left:1776;top:14122;width:814;height:509" coordsize="312,195" path="m37,l275,r37,98l275,195r-238,l,98,37,xe" filled="f" strokeweight=".4pt">
              <v:path arrowok="t"/>
            </v:shape>
            <v:shape id="_x0000_s1376" type="#_x0000_t75" style="position:absolute;left:1646;top:13965;width:816;height:512">
              <v:imagedata r:id="rId44" o:title=""/>
            </v:shape>
            <v:shape id="_x0000_s1377" type="#_x0000_t75" style="position:absolute;left:1646;top:13965;width:816;height:512">
              <v:imagedata r:id="rId45" o:title=""/>
            </v:shape>
            <v:roundrect id="_x0000_s1378" style="position:absolute;left:1646;top:13965;width:811;height:507" arcsize="9967f" filled="f" strokeweight=".4pt"/>
            <v:rect id="_x0000_s1379" style="position:absolute;left:2635;top:14644;width:41;height:29" fillcolor="lime" stroked="f"/>
            <v:rect id="_x0000_s1380" style="position:absolute;left:2635;top:14644;width:41;height:29" filled="f" strokeweight=".15pt"/>
            <v:rect id="_x0000_s1381" style="position:absolute;left:2603;top:14720;width:42;height:28" fillcolor="lime" stroked="f"/>
            <v:rect id="_x0000_s1382" style="position:absolute;left:2603;top:14720;width:42;height:28" filled="f" strokeweight=".15pt"/>
            <v:rect id="_x0000_s1383" style="position:absolute;left:2635;top:14683;width:41;height:29" fillcolor="fuchsia" stroked="f"/>
            <v:rect id="_x0000_s1384" style="position:absolute;left:2635;top:14683;width:41;height:29" filled="f" strokeweight=".15pt"/>
            <v:shape id="_x0000_s1385" style="position:absolute;left:2676;top:14696;width:11;height:24" coordsize="4,9" path="m,l4,r,9e" filled="f" strokeweight=".15pt">
              <v:path arrowok="t"/>
            </v:shape>
            <v:line id="_x0000_s1386" style="position:absolute" from="2656,14673" to="2656,14683" strokeweight=".15pt"/>
            <v:rect id="_x0000_s1387" style="position:absolute;left:2666;top:14720;width:42;height:28" fillcolor="lime" stroked="f"/>
            <v:rect id="_x0000_s1388" style="position:absolute;left:2666;top:14720;width:42;height:28" filled="f" strokeweight=".15pt"/>
            <v:shape id="_x0000_s1389" style="position:absolute;left:2624;top:14696;width:11;height:24" coordsize="4,9" path="m,9l,,4,e" filled="f" strokeweight=".15pt">
              <v:path arrowok="t"/>
            </v:shape>
            <v:rect id="_x0000_s1390" style="position:absolute;left:1559;top:13965;width:1096;height:115;mso-wrap-style:none" filled="f" stroked="f">
              <v:textbox style="mso-next-textbox:#_x0000_s1390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proces 21 - opracowanie</w:t>
                    </w:r>
                  </w:p>
                </w:txbxContent>
              </v:textbox>
            </v:rect>
            <v:rect id="_x0000_s1391" style="position:absolute;left:1259;top:14070;width:1774;height:115;mso-wrap-style:none" filled="f" stroked="f">
              <v:textbox style="mso-next-textbox:#_x0000_s1391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procedur dot. informowania o powstaniu</w:t>
                    </w:r>
                  </w:p>
                </w:txbxContent>
              </v:textbox>
            </v:rect>
            <v:rect id="_x0000_s1392" style="position:absolute;left:1424;top:14161;width:1429;height:115;mso-wrap-style:none" filled="f" stroked="f">
              <v:textbox style="mso-next-textbox:#_x0000_s1392;mso-rotate-with-shape:t;mso-fit-shape-to-text:t" inset="0,0,0,0">
                <w:txbxContent>
                  <w:p w:rsidR="004962A2" w:rsidRDefault="004962A2">
                    <w:r w:rsidRPr="0002544E">
                      <w:rPr>
                        <w:rFonts w:ascii="Arial" w:hAnsi="Arial" w:cs="Arial"/>
                        <w:color w:val="000000"/>
                        <w:sz w:val="10"/>
                        <w:szCs w:val="10"/>
                      </w:rPr>
                      <w:t>partnerstwa, jego celach i dzia?.</w:t>
                    </w:r>
                  </w:p>
                </w:txbxContent>
              </v:textbox>
            </v:rect>
            <v:rect id="_x0000_s1393" style="position:absolute;left:1706;top:14265;width:756;height:115;mso-wrap-style:none" filled="f" stroked="f">
              <v:textbox style="mso-next-textbox:#_x0000_s1393;mso-rotate-with-shape:t;mso-fit-shape-to-text:t" inset="0,0,0,0">
                <w:txbxContent>
                  <w:p w:rsidR="004962A2" w:rsidRDefault="004962A2">
                    <w:r>
                      <w:rPr>
                        <w:rFonts w:ascii="Arial" w:hAnsi="Arial" w:cs="Arial"/>
                        <w:color w:val="000000"/>
                        <w:sz w:val="10"/>
                        <w:szCs w:val="10"/>
                        <w:lang w:val="en-US"/>
                      </w:rPr>
                      <w:t>przez JST i NGO</w:t>
                    </w:r>
                  </w:p>
                </w:txbxContent>
              </v:textbox>
            </v:rect>
            <v:rect id="_x0000_s1394" style="position:absolute;left:1361;top:14357;width:1551;height:115;mso-wrap-style:none" filled="f" stroked="f">
              <v:textbox style="mso-next-textbox:#_x0000_s1394;mso-rotate-with-shape:t;mso-fit-shape-to-text:t" inset="0,0,0,0">
                <w:txbxContent>
                  <w:p w:rsidR="004962A2" w:rsidRDefault="004962A2">
                    <w:r w:rsidRPr="0002544E">
                      <w:rPr>
                        <w:rFonts w:ascii="Arial" w:hAnsi="Arial" w:cs="Arial"/>
                        <w:color w:val="000000"/>
                        <w:sz w:val="10"/>
                        <w:szCs w:val="10"/>
                      </w:rPr>
                      <w:t>(P?aszczyzna 2 Obszar 3 Punkt B)</w:t>
                    </w:r>
                  </w:p>
                </w:txbxContent>
              </v:textbox>
            </v:rect>
            <v:line id="_x0000_s1395" style="position:absolute" from="2118,13508" to="2118,13965" strokeweight=".25pt"/>
            <v:shape id="_x0000_s1396" style="position:absolute;left:2071;top:13921;width:94;height:39;flip:y" coordsize="15,36" path="m15,l,18,15,36e" filled="f" strokeweight="0">
              <v:path arrowok="t"/>
            </v:shape>
          </v:group>
        </w:pict>
      </w:r>
      <w:bookmarkEnd w:id="0"/>
      <w:r w:rsidRPr="007A568E">
        <w:rPr>
          <w:rFonts w:ascii="Calibri" w:hAnsi="Calibri" w:cs="Arial"/>
        </w:rPr>
        <w:t xml:space="preserve"> </w:t>
      </w:r>
      <w:r w:rsidRPr="007A568E">
        <w:rPr>
          <w:rFonts w:ascii="Calibri" w:hAnsi="Calibri"/>
          <w:color w:val="000000"/>
        </w:rPr>
        <w:br w:type="page"/>
      </w:r>
    </w:p>
    <w:p w:rsidR="004962A2" w:rsidRDefault="004962A2">
      <w:pPr>
        <w:pStyle w:val="Heading3"/>
        <w:rPr>
          <w:rFonts w:ascii="Calibri" w:hAnsi="Calibri"/>
          <w:color w:val="000000"/>
        </w:rPr>
      </w:pPr>
    </w:p>
    <w:p w:rsidR="004962A2" w:rsidRPr="000C5C41" w:rsidRDefault="004962A2" w:rsidP="000C5C41">
      <w:pPr>
        <w:pStyle w:val="Heading3"/>
        <w:jc w:val="both"/>
        <w:rPr>
          <w:rFonts w:ascii="Calibri" w:hAnsi="Calibri"/>
          <w:i w:val="0"/>
          <w:color w:val="000000"/>
          <w:sz w:val="24"/>
          <w:szCs w:val="24"/>
          <w:u w:val="single"/>
        </w:rPr>
      </w:pPr>
      <w:r w:rsidRPr="000C5C41">
        <w:rPr>
          <w:rFonts w:ascii="Calibri" w:hAnsi="Calibri"/>
          <w:i w:val="0"/>
          <w:color w:val="000000"/>
          <w:sz w:val="24"/>
          <w:szCs w:val="24"/>
          <w:u w:val="single"/>
        </w:rPr>
        <w:t>Procedura 2. Opracowanie procedur dot. informowania o powstaniu partnerstwa, jego celach i dział. przez JST i NGO</w:t>
      </w:r>
    </w:p>
    <w:p w:rsidR="004962A2" w:rsidRDefault="004962A2" w:rsidP="000C5C41">
      <w:pPr>
        <w:pStyle w:val="Heading3"/>
        <w:rPr>
          <w:rFonts w:ascii="Calibri" w:hAnsi="Calibri"/>
          <w:color w:val="000000"/>
        </w:rPr>
      </w:pPr>
    </w:p>
    <w:p w:rsidR="004962A2" w:rsidRPr="000C5C41" w:rsidRDefault="004962A2" w:rsidP="000C5C41">
      <w:pPr>
        <w:pStyle w:val="Heading3"/>
        <w:rPr>
          <w:rFonts w:ascii="Calibri" w:hAnsi="Calibri"/>
          <w:b w:val="0"/>
          <w:i w:val="0"/>
          <w:color w:val="000000"/>
        </w:rPr>
      </w:pPr>
      <w:r w:rsidRPr="000C5C41">
        <w:rPr>
          <w:rFonts w:ascii="Calibri" w:hAnsi="Calibri"/>
          <w:b w:val="0"/>
          <w:i w:val="0"/>
          <w:color w:val="000000"/>
        </w:rPr>
        <w:t>Proces 21</w:t>
      </w:r>
    </w:p>
    <w:p w:rsidR="004962A2" w:rsidRPr="007A568E" w:rsidRDefault="004962A2">
      <w:pPr>
        <w:pStyle w:val="podproceduraodstep"/>
        <w:rPr>
          <w:rFonts w:ascii="Calibri" w:hAnsi="Calibri"/>
          <w:sz w:val="20"/>
          <w:szCs w:val="20"/>
        </w:rPr>
      </w:pPr>
    </w:p>
    <w:p w:rsidR="004962A2" w:rsidRPr="007A568E" w:rsidRDefault="004962A2">
      <w:pPr>
        <w:pStyle w:val="podproceduratabela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 INICJACJA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NGO;</w:t>
            </w:r>
            <w:r w:rsidRPr="00C76675">
              <w:rPr>
                <w:rFonts w:ascii="Calibri" w:hAnsi="Calibri"/>
                <w:color w:val="000000"/>
              </w:rPr>
              <w:br/>
              <w:t>Starosta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Podpisano umowę partnerską;</w:t>
            </w:r>
            <w:r w:rsidRPr="00C76675">
              <w:rPr>
                <w:rFonts w:ascii="Calibri" w:hAnsi="Calibri"/>
                <w:color w:val="000000"/>
              </w:rPr>
              <w:br/>
              <w:t>Umowa partnerska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apodproceduratabela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 OPIS PRACY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nag3wek2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Stanowisko wykonujące czynność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Informacja o zawarciu partnerstwa i jego celach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Zamieszczenie informacji dot. partnerstwa projektowego na stronie internetowej starostwa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Opis wykonania czynności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obligatoryjnie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JST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Informacja o zawarciu partnerstwa i jego celach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Zamieszczenie informacji dot. partnerstwa projektowego na stronie internetowej NGO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Opis wykonania czynności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obligatoryjnie,</w:t>
            </w:r>
            <w:r w:rsidRPr="00C76675">
              <w:rPr>
                <w:rFonts w:ascii="Calibri" w:hAnsi="Calibri"/>
                <w:color w:val="000000"/>
              </w:rPr>
              <w:br/>
              <w:t>o ile NGO posiada</w:t>
            </w:r>
            <w:r w:rsidRPr="00C76675">
              <w:rPr>
                <w:rFonts w:ascii="Calibri" w:hAnsi="Calibri"/>
                <w:color w:val="000000"/>
              </w:rPr>
              <w:br/>
              <w:t>stronę internetową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NGO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Informacja o zawarciu partnerstwa i jego celach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Zamieszczenie informacji dot. partnerstwa projektowego w siedzibie starostwa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Opis wykonania czynności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obligatoryjnie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JST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Informacja o zawarciu partnerstwa i jego celach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Zamieszczenie informacji dot. partnerstwa projektowego w siedzibie NGO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Opis wykonania czynności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obligatoryjnie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Dalsze postępowanie zgodnie z L.p. 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NGO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Informacja o zawarciu partnerstwa i jego celach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Zamieszczenie informacji dot. partnerstwa projektowego w prasie oraz innych środkach masowego przekazu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Opis wykonania czynności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fakultatywnie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JST poinformowało o powstaniu partnerstwa z NGO i jego celach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JST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Informacja o zawarciu partnerstwa i jego celach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b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Zamieszczenie informacji dot. partnerstwa projektowego w prasie oraz innych środkach masowego przekazu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Opis wykonania czynności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fakultatywnie</w:t>
            </w: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</w:p>
          <w:p w:rsidR="004962A2" w:rsidRPr="00C76675" w:rsidRDefault="004962A2">
            <w:pPr>
              <w:pStyle w:val="apodproceduratabelaIItreoar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Możliwość kontynuacji</w:t>
            </w:r>
          </w:p>
          <w:p w:rsidR="004962A2" w:rsidRPr="00C76675" w:rsidRDefault="004962A2">
            <w:pPr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 xml:space="preserve"> NGO poinformowało o powstaniu partnerstwa z JST i jego celach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62A2" w:rsidRPr="00C76675" w:rsidRDefault="004962A2">
            <w:pPr>
              <w:pStyle w:val="apodproceduratabelaIItreoan"/>
              <w:rPr>
                <w:rFonts w:ascii="Calibri" w:hAnsi="Calibri"/>
                <w:color w:val="000000"/>
              </w:rPr>
            </w:pPr>
            <w:r w:rsidRPr="00C76675">
              <w:rPr>
                <w:rFonts w:ascii="Calibri" w:hAnsi="Calibri"/>
                <w:color w:val="000000"/>
              </w:rPr>
              <w:t>NGO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pStyle w:val="podproceduraodstep"/>
        <w:rPr>
          <w:rFonts w:ascii="Calibri" w:hAnsi="Calibri"/>
          <w:color w:val="000000"/>
          <w:sz w:val="20"/>
          <w:szCs w:val="20"/>
        </w:rPr>
      </w:pPr>
    </w:p>
    <w:p w:rsidR="004962A2" w:rsidRPr="007A568E" w:rsidRDefault="004962A2">
      <w:pPr>
        <w:pStyle w:val="podproceduratabelaIIItytu3"/>
        <w:rPr>
          <w:rFonts w:ascii="Calibri" w:hAnsi="Calibri"/>
        </w:rPr>
      </w:pPr>
      <w:r w:rsidRPr="007A568E">
        <w:rPr>
          <w:rFonts w:ascii="Calibri" w:hAnsi="Calibri"/>
          <w:color w:val="000000"/>
        </w:rPr>
        <w:t>TABELA III WYNIK REALIZACJI PODPROCEDURY</w:t>
      </w:r>
    </w:p>
    <w:p w:rsidR="004962A2" w:rsidRPr="007A568E" w:rsidRDefault="004962A2">
      <w:pPr>
        <w:widowControl w:val="0"/>
        <w:rPr>
          <w:rFonts w:ascii="Calibri" w:hAnsi="Calibri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nag3wek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Zdarzenie; Dokument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JST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JST poinformowało o powstaniu partnerstwa z NGO i jego celach</w:t>
            </w:r>
          </w:p>
        </w:tc>
      </w:tr>
      <w:tr w:rsidR="004962A2" w:rsidRPr="00C76675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NGO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2A2" w:rsidRPr="00C76675" w:rsidRDefault="004962A2">
            <w:pPr>
              <w:pStyle w:val="podproceduratabelaIIItreoa"/>
              <w:rPr>
                <w:rFonts w:ascii="Calibri" w:hAnsi="Calibri"/>
              </w:rPr>
            </w:pPr>
            <w:r w:rsidRPr="00C76675">
              <w:rPr>
                <w:rFonts w:ascii="Calibri" w:hAnsi="Calibri"/>
                <w:color w:val="000000"/>
              </w:rPr>
              <w:t>NGO poinformowało o powstaniu partnerstwa z JST i jego celach</w:t>
            </w:r>
          </w:p>
        </w:tc>
      </w:tr>
    </w:tbl>
    <w:p w:rsidR="004962A2" w:rsidRPr="007A568E" w:rsidRDefault="004962A2">
      <w:pPr>
        <w:widowControl w:val="0"/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>DOKUMENTY ZWIĄZANE:</w:t>
      </w:r>
    </w:p>
    <w:p w:rsidR="004962A2" w:rsidRPr="007A568E" w:rsidRDefault="004962A2">
      <w:pPr>
        <w:rPr>
          <w:rFonts w:ascii="Calibri" w:hAnsi="Calibri"/>
          <w:color w:val="000000"/>
        </w:rPr>
      </w:pPr>
    </w:p>
    <w:p w:rsidR="004962A2" w:rsidRPr="007A568E" w:rsidRDefault="004962A2">
      <w:pPr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t xml:space="preserve"> 1. Informacja o zawarciu partnerstwa i jego celach</w:t>
      </w:r>
    </w:p>
    <w:p w:rsidR="004962A2" w:rsidRPr="007A568E" w:rsidRDefault="004962A2">
      <w:pPr>
        <w:pStyle w:val="podproceduratabelaIIItytu3"/>
        <w:rPr>
          <w:rFonts w:ascii="Calibri" w:hAnsi="Calibri"/>
          <w:color w:val="000000"/>
        </w:rPr>
      </w:pPr>
      <w:r w:rsidRPr="007A568E">
        <w:rPr>
          <w:rFonts w:ascii="Calibri" w:hAnsi="Calibri"/>
          <w:color w:val="000000"/>
        </w:rPr>
        <w:br w:type="page"/>
        <w:t>MODEL PROCESU:</w:t>
      </w:r>
    </w:p>
    <w:p w:rsidR="004962A2" w:rsidRPr="007A568E" w:rsidRDefault="004962A2">
      <w:pPr>
        <w:rPr>
          <w:rFonts w:ascii="Calibri" w:hAnsi="Calibri"/>
        </w:rPr>
      </w:pPr>
      <w:r w:rsidRPr="00C76675">
        <w:rPr>
          <w:rFonts w:ascii="Calibri" w:hAnsi="Calibri" w:cs="Arial"/>
          <w:noProof/>
        </w:rPr>
        <w:pict>
          <v:shape id="Obraz 10" o:spid="_x0000_i1033" type="#_x0000_t75" style="width:486pt;height:397.5pt;visibility:visible">
            <v:imagedata r:id="rId46" o:title=""/>
          </v:shape>
        </w:pict>
      </w:r>
      <w:r w:rsidRPr="007A568E">
        <w:rPr>
          <w:rFonts w:ascii="Calibri" w:hAnsi="Calibri" w:cs="Arial"/>
        </w:rPr>
        <w:t xml:space="preserve"> </w:t>
      </w:r>
    </w:p>
    <w:sectPr w:rsidR="004962A2" w:rsidRPr="007A568E" w:rsidSect="00CF5BD8">
      <w:pgSz w:w="11907" w:h="16839"/>
      <w:pgMar w:top="1417" w:right="567" w:bottom="1417" w:left="1701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ler">
    <w:altName w:val="Alle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oNotDisplayPageBoundaries/>
  <w:embedSystemFonts/>
  <w:bordersDoNotSurroundHeader/>
  <w:bordersDoNotSurroundFooter/>
  <w:defaultTabStop w:val="4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3D9"/>
    <w:rsid w:val="00015929"/>
    <w:rsid w:val="0002544E"/>
    <w:rsid w:val="000643D9"/>
    <w:rsid w:val="000C4C26"/>
    <w:rsid w:val="000C5C41"/>
    <w:rsid w:val="001B208C"/>
    <w:rsid w:val="001C3347"/>
    <w:rsid w:val="002649C6"/>
    <w:rsid w:val="004962A2"/>
    <w:rsid w:val="00732BD5"/>
    <w:rsid w:val="007A568E"/>
    <w:rsid w:val="00843F77"/>
    <w:rsid w:val="00AB3BD6"/>
    <w:rsid w:val="00B344F5"/>
    <w:rsid w:val="00BF3C5B"/>
    <w:rsid w:val="00C76675"/>
    <w:rsid w:val="00CF5BD8"/>
    <w:rsid w:val="00DA1686"/>
    <w:rsid w:val="00E76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BD8"/>
    <w:pPr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ing3">
    <w:name w:val="heading 3"/>
    <w:basedOn w:val="Normal"/>
    <w:link w:val="Heading3Char"/>
    <w:uiPriority w:val="99"/>
    <w:qFormat/>
    <w:rsid w:val="00CF5BD8"/>
    <w:pPr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F5BD8"/>
    <w:rPr>
      <w:rFonts w:ascii="Cambria" w:hAnsi="Cambria" w:cs="Times New Roman"/>
      <w:b/>
      <w:bCs/>
      <w:sz w:val="26"/>
      <w:szCs w:val="26"/>
    </w:rPr>
  </w:style>
  <w:style w:type="paragraph" w:customStyle="1" w:styleId="stronatytu3owapustegra">
    <w:name w:val="strona_tytu3owa_puste_góra"/>
    <w:basedOn w:val="Normal"/>
    <w:uiPriority w:val="99"/>
    <w:rsid w:val="00CF5BD8"/>
    <w:pPr>
      <w:jc w:val="center"/>
    </w:pPr>
    <w:rPr>
      <w:b/>
      <w:bCs/>
    </w:rPr>
  </w:style>
  <w:style w:type="paragraph" w:customStyle="1" w:styleId="stronatytu3owapusted3">
    <w:name w:val="strona_tytu3owa_puste_dó3"/>
    <w:basedOn w:val="Normal"/>
    <w:uiPriority w:val="99"/>
    <w:rsid w:val="00CF5BD8"/>
    <w:pPr>
      <w:jc w:val="center"/>
    </w:pPr>
    <w:rPr>
      <w:b/>
      <w:bCs/>
    </w:rPr>
  </w:style>
  <w:style w:type="paragraph" w:customStyle="1" w:styleId="stronatytu3owatabelkatytu3y">
    <w:name w:val="strona_tytu3owa_tabelka_tytu3y"/>
    <w:basedOn w:val="Normal"/>
    <w:uiPriority w:val="99"/>
    <w:rsid w:val="00CF5BD8"/>
    <w:rPr>
      <w:b/>
      <w:bCs/>
    </w:rPr>
  </w:style>
  <w:style w:type="paragraph" w:customStyle="1" w:styleId="stronatytu3owatabelkatreoa">
    <w:name w:val="strona_tytu3owa_tabelka_treoa"/>
    <w:basedOn w:val="Normal"/>
    <w:uiPriority w:val="99"/>
    <w:rsid w:val="00CF5BD8"/>
    <w:rPr>
      <w:sz w:val="22"/>
      <w:szCs w:val="22"/>
    </w:rPr>
  </w:style>
  <w:style w:type="paragraph" w:customStyle="1" w:styleId="stronatytu3owaspistytu3">
    <w:name w:val="strona_tytu3owa_spis_tytu3"/>
    <w:basedOn w:val="Normal"/>
    <w:uiPriority w:val="99"/>
    <w:rsid w:val="00CF5BD8"/>
    <w:rPr>
      <w:b/>
      <w:bCs/>
    </w:rPr>
  </w:style>
  <w:style w:type="paragraph" w:customStyle="1" w:styleId="stronatytu3owaspisnag3wkil">
    <w:name w:val="strona_tytu3owa_spis_nag3ówki_l"/>
    <w:basedOn w:val="Normal"/>
    <w:uiPriority w:val="99"/>
    <w:rsid w:val="00CF5BD8"/>
    <w:rPr>
      <w:b/>
      <w:bCs/>
    </w:rPr>
  </w:style>
  <w:style w:type="paragraph" w:customStyle="1" w:styleId="stronatytu3owaspisnag3wkis">
    <w:name w:val="strona_tytu3owa_spis_nag3ówki_s"/>
    <w:basedOn w:val="Normal"/>
    <w:uiPriority w:val="99"/>
    <w:rsid w:val="00CF5BD8"/>
    <w:pPr>
      <w:jc w:val="center"/>
    </w:pPr>
    <w:rPr>
      <w:b/>
      <w:bCs/>
    </w:rPr>
  </w:style>
  <w:style w:type="paragraph" w:customStyle="1" w:styleId="stronatytu3owaspiszawartooa">
    <w:name w:val="strona_tytu3owa_spis_zawartooa"/>
    <w:basedOn w:val="Normal"/>
    <w:uiPriority w:val="99"/>
    <w:rsid w:val="00CF5BD8"/>
  </w:style>
  <w:style w:type="paragraph" w:customStyle="1" w:styleId="stronatytu3owaspispod">
    <w:name w:val="strona_tytu3owa_spis_pod"/>
    <w:basedOn w:val="Normal"/>
    <w:uiPriority w:val="99"/>
    <w:rsid w:val="00CF5BD8"/>
    <w:rPr>
      <w:sz w:val="24"/>
      <w:szCs w:val="24"/>
    </w:rPr>
  </w:style>
  <w:style w:type="paragraph" w:customStyle="1" w:styleId="podproceduratytu3nag3wek">
    <w:name w:val="podprocedura_tytu3_nag3ówek"/>
    <w:basedOn w:val="Normal"/>
    <w:uiPriority w:val="99"/>
    <w:rsid w:val="00CF5BD8"/>
    <w:rPr>
      <w:b/>
      <w:bCs/>
    </w:rPr>
  </w:style>
  <w:style w:type="paragraph" w:customStyle="1" w:styleId="podproceduratytu3treoa">
    <w:name w:val="podprocedura_tytu3_treoa"/>
    <w:basedOn w:val="Normal"/>
    <w:uiPriority w:val="99"/>
    <w:rsid w:val="00CF5BD8"/>
  </w:style>
  <w:style w:type="paragraph" w:customStyle="1" w:styleId="podproceduraodstep">
    <w:name w:val="podprocedura_odstep"/>
    <w:basedOn w:val="Normal"/>
    <w:uiPriority w:val="99"/>
    <w:rsid w:val="00CF5BD8"/>
    <w:rPr>
      <w:sz w:val="24"/>
      <w:szCs w:val="24"/>
    </w:rPr>
  </w:style>
  <w:style w:type="paragraph" w:customStyle="1" w:styleId="podproceduratabelaItytu3">
    <w:name w:val="podprocedura_tabelaI_tytu3"/>
    <w:basedOn w:val="Normal"/>
    <w:uiPriority w:val="99"/>
    <w:rsid w:val="00CF5BD8"/>
    <w:rPr>
      <w:b/>
      <w:bCs/>
    </w:rPr>
  </w:style>
  <w:style w:type="paragraph" w:customStyle="1" w:styleId="podproceduratabelaInag3wek">
    <w:name w:val="podprocedura_tabelaI_nag3ówek"/>
    <w:basedOn w:val="Normal"/>
    <w:uiPriority w:val="99"/>
    <w:rsid w:val="00CF5BD8"/>
    <w:rPr>
      <w:b/>
      <w:bCs/>
    </w:rPr>
  </w:style>
  <w:style w:type="paragraph" w:customStyle="1" w:styleId="podproceduratabelaItreoa">
    <w:name w:val="podprocedura_tabelaI_treoa"/>
    <w:basedOn w:val="Normal"/>
    <w:uiPriority w:val="99"/>
    <w:rsid w:val="00CF5BD8"/>
  </w:style>
  <w:style w:type="paragraph" w:customStyle="1" w:styleId="apodproceduratabelaIItytu3">
    <w:name w:val="a_podprocedura_tabelaII_tytu3"/>
    <w:basedOn w:val="Normal"/>
    <w:uiPriority w:val="99"/>
    <w:rsid w:val="00CF5BD8"/>
    <w:rPr>
      <w:b/>
      <w:bCs/>
    </w:rPr>
  </w:style>
  <w:style w:type="paragraph" w:customStyle="1" w:styleId="apodproceduratabelaIInag3wek1">
    <w:name w:val="a_podprocedura_tabelaII_nag3ówek1"/>
    <w:basedOn w:val="Normal"/>
    <w:uiPriority w:val="99"/>
    <w:rsid w:val="00CF5BD8"/>
    <w:rPr>
      <w:b/>
      <w:bCs/>
    </w:rPr>
  </w:style>
  <w:style w:type="paragraph" w:customStyle="1" w:styleId="apodproceduratabelaIInag3wek2">
    <w:name w:val="a_podprocedura_tabelaII_nag3ówek2"/>
    <w:basedOn w:val="Normal"/>
    <w:uiPriority w:val="99"/>
    <w:rsid w:val="00CF5BD8"/>
    <w:pPr>
      <w:jc w:val="center"/>
    </w:pPr>
    <w:rPr>
      <w:b/>
      <w:bCs/>
    </w:rPr>
  </w:style>
  <w:style w:type="paragraph" w:customStyle="1" w:styleId="apodproceduratabelaIItreoan">
    <w:name w:val="a_podprocedura_tabelaII_treoa_n"/>
    <w:basedOn w:val="Normal"/>
    <w:uiPriority w:val="99"/>
    <w:rsid w:val="00CF5BD8"/>
  </w:style>
  <w:style w:type="paragraph" w:customStyle="1" w:styleId="apodproceduratabelaIItreoab">
    <w:name w:val="a_podprocedura_tabelaII_treoa_b"/>
    <w:basedOn w:val="Normal"/>
    <w:uiPriority w:val="99"/>
    <w:rsid w:val="00CF5BD8"/>
    <w:rPr>
      <w:b/>
      <w:bCs/>
    </w:rPr>
  </w:style>
  <w:style w:type="paragraph" w:customStyle="1" w:styleId="apodproceduratabelaIItreoar">
    <w:name w:val="a_podprocedura_tabelaII_treoa_r"/>
    <w:basedOn w:val="Normal"/>
    <w:uiPriority w:val="99"/>
    <w:rsid w:val="00CF5BD8"/>
  </w:style>
  <w:style w:type="paragraph" w:customStyle="1" w:styleId="podproceduratabelaIIItytu3">
    <w:name w:val="podprocedura_tabelaIII_tytu3"/>
    <w:basedOn w:val="Normal"/>
    <w:uiPriority w:val="99"/>
    <w:rsid w:val="00CF5BD8"/>
    <w:rPr>
      <w:b/>
      <w:bCs/>
    </w:rPr>
  </w:style>
  <w:style w:type="paragraph" w:customStyle="1" w:styleId="podproceduratabelaIIInag3wek">
    <w:name w:val="podprocedura_tabelaIII_nag3ówek"/>
    <w:basedOn w:val="Normal"/>
    <w:uiPriority w:val="99"/>
    <w:rsid w:val="00CF5BD8"/>
    <w:rPr>
      <w:b/>
      <w:bCs/>
    </w:rPr>
  </w:style>
  <w:style w:type="paragraph" w:customStyle="1" w:styleId="podproceduratabelaIIItreoa">
    <w:name w:val="podprocedura_tabelaIII_treoa"/>
    <w:basedOn w:val="Normal"/>
    <w:uiPriority w:val="99"/>
    <w:rsid w:val="00CF5BD8"/>
  </w:style>
  <w:style w:type="paragraph" w:customStyle="1" w:styleId="za31cznik">
    <w:name w:val="za31cznik"/>
    <w:basedOn w:val="Normal"/>
    <w:uiPriority w:val="99"/>
    <w:rsid w:val="00CF5BD8"/>
    <w:rPr>
      <w:b/>
      <w:bCs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A5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56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9" Type="http://schemas.openxmlformats.org/officeDocument/2006/relationships/image" Target="media/image36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34" Type="http://schemas.openxmlformats.org/officeDocument/2006/relationships/image" Target="media/image31.emf"/><Relationship Id="rId42" Type="http://schemas.openxmlformats.org/officeDocument/2006/relationships/image" Target="media/image39.emf"/><Relationship Id="rId47" Type="http://schemas.openxmlformats.org/officeDocument/2006/relationships/fontTable" Target="fontTable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38" Type="http://schemas.openxmlformats.org/officeDocument/2006/relationships/image" Target="media/image35.emf"/><Relationship Id="rId46" Type="http://schemas.openxmlformats.org/officeDocument/2006/relationships/image" Target="media/image43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29" Type="http://schemas.openxmlformats.org/officeDocument/2006/relationships/image" Target="media/image26.emf"/><Relationship Id="rId41" Type="http://schemas.openxmlformats.org/officeDocument/2006/relationships/image" Target="media/image38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image" Target="media/image29.emf"/><Relationship Id="rId37" Type="http://schemas.openxmlformats.org/officeDocument/2006/relationships/image" Target="media/image34.emf"/><Relationship Id="rId40" Type="http://schemas.openxmlformats.org/officeDocument/2006/relationships/image" Target="media/image37.emf"/><Relationship Id="rId45" Type="http://schemas.openxmlformats.org/officeDocument/2006/relationships/image" Target="media/image42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36" Type="http://schemas.openxmlformats.org/officeDocument/2006/relationships/image" Target="media/image33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31" Type="http://schemas.openxmlformats.org/officeDocument/2006/relationships/image" Target="media/image28.emf"/><Relationship Id="rId44" Type="http://schemas.openxmlformats.org/officeDocument/2006/relationships/image" Target="media/image41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Relationship Id="rId35" Type="http://schemas.openxmlformats.org/officeDocument/2006/relationships/image" Target="media/image32.emf"/><Relationship Id="rId43" Type="http://schemas.openxmlformats.org/officeDocument/2006/relationships/image" Target="media/image40.e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31</Pages>
  <Words>3197</Words>
  <Characters>19187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Płaszczyzna 2 - Współpraca samorządu z organizacjami pozarządowymi w zakresie realizacji zadań publicznych</dc:title>
  <dc:subject/>
  <dc:creator>Admin</dc:creator>
  <cp:keywords/>
  <dc:description/>
  <cp:lastModifiedBy>anna.drozdowska</cp:lastModifiedBy>
  <cp:revision>2</cp:revision>
  <dcterms:created xsi:type="dcterms:W3CDTF">2015-06-22T08:09:00Z</dcterms:created>
  <dcterms:modified xsi:type="dcterms:W3CDTF">2015-06-22T08:09:00Z</dcterms:modified>
</cp:coreProperties>
</file>